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89175" w14:textId="77777777" w:rsidR="008D1299" w:rsidRPr="005E1464" w:rsidRDefault="008D1299" w:rsidP="008D1299">
      <w:pPr>
        <w:spacing w:after="0" w:line="259" w:lineRule="auto"/>
        <w:ind w:right="430"/>
        <w:jc w:val="right"/>
        <w:rPr>
          <w:rFonts w:cstheme="minorHAnsi"/>
        </w:rPr>
      </w:pPr>
      <w:r w:rsidRPr="005E1464">
        <w:rPr>
          <w:rFonts w:cstheme="minorHAnsi"/>
        </w:rPr>
        <w:t>Załącznik nr 1</w:t>
      </w:r>
    </w:p>
    <w:p w14:paraId="429121DA" w14:textId="77777777" w:rsidR="008D1299" w:rsidRPr="005E1464" w:rsidRDefault="008D1299" w:rsidP="008D1299">
      <w:pPr>
        <w:spacing w:after="0" w:line="259" w:lineRule="auto"/>
        <w:ind w:right="430"/>
        <w:jc w:val="right"/>
        <w:rPr>
          <w:rFonts w:cstheme="minorHAnsi"/>
        </w:rPr>
      </w:pPr>
      <w:r w:rsidRPr="005E1464">
        <w:rPr>
          <w:rFonts w:cstheme="minorHAnsi"/>
        </w:rPr>
        <w:t xml:space="preserve"> do Regulaminu rekrutacji i udziału w projekcie</w:t>
      </w:r>
      <w:r w:rsidRPr="005E1464">
        <w:rPr>
          <w:rFonts w:cstheme="minorHAnsi"/>
          <w:sz w:val="24"/>
        </w:rPr>
        <w:t xml:space="preserve">  </w:t>
      </w:r>
    </w:p>
    <w:p w14:paraId="54CC74B2" w14:textId="77777777" w:rsidR="008D1299" w:rsidRPr="005E1464" w:rsidRDefault="008D1299" w:rsidP="008D1299">
      <w:pPr>
        <w:spacing w:line="259" w:lineRule="auto"/>
        <w:ind w:right="380"/>
        <w:jc w:val="right"/>
        <w:rPr>
          <w:rFonts w:cstheme="minorHAnsi"/>
        </w:rPr>
      </w:pPr>
      <w:r w:rsidRPr="005E1464">
        <w:rPr>
          <w:rFonts w:cstheme="minorHAnsi"/>
        </w:rPr>
        <w:t xml:space="preserve"> </w:t>
      </w:r>
    </w:p>
    <w:p w14:paraId="42A5BBF6" w14:textId="77777777" w:rsidR="008D1299" w:rsidRPr="005E1464" w:rsidRDefault="008D1299" w:rsidP="008D1299">
      <w:pPr>
        <w:spacing w:after="0" w:line="259" w:lineRule="auto"/>
        <w:rPr>
          <w:rFonts w:cstheme="minorHAnsi"/>
          <w:sz w:val="28"/>
          <w:szCs w:val="28"/>
        </w:rPr>
      </w:pPr>
    </w:p>
    <w:p w14:paraId="6B28AA66" w14:textId="77777777" w:rsidR="008D1299" w:rsidRPr="00CA6799" w:rsidRDefault="008D1299" w:rsidP="008D1299">
      <w:pPr>
        <w:spacing w:after="14" w:line="259" w:lineRule="auto"/>
        <w:ind w:left="427"/>
        <w:jc w:val="center"/>
        <w:rPr>
          <w:rStyle w:val="Odwoanieintensywne"/>
        </w:rPr>
      </w:pPr>
      <w:r w:rsidRPr="00CA6799">
        <w:rPr>
          <w:rStyle w:val="Odwoanieintensywne"/>
        </w:rPr>
        <w:t xml:space="preserve">FORMULARZ ZGŁOSZENIOWY </w:t>
      </w:r>
    </w:p>
    <w:p w14:paraId="121E09B0" w14:textId="77777777" w:rsidR="008D1299" w:rsidRPr="00CA6799" w:rsidRDefault="008D1299" w:rsidP="008D1299">
      <w:pPr>
        <w:spacing w:after="14" w:line="259" w:lineRule="auto"/>
        <w:ind w:left="427"/>
        <w:jc w:val="center"/>
        <w:rPr>
          <w:rStyle w:val="Odwoanieintensywne"/>
        </w:rPr>
      </w:pPr>
      <w:r w:rsidRPr="00CA6799">
        <w:rPr>
          <w:rStyle w:val="Odwoanieintensywne"/>
        </w:rPr>
        <w:t>– ZAJĘCIA DODATKOWE/WARSZTATY/WYCIECZKI</w:t>
      </w:r>
    </w:p>
    <w:p w14:paraId="25665784" w14:textId="77777777" w:rsidR="008D1299" w:rsidRPr="005E1464" w:rsidRDefault="008D1299" w:rsidP="008D1299">
      <w:pPr>
        <w:spacing w:after="14" w:line="259" w:lineRule="auto"/>
        <w:ind w:left="427"/>
        <w:jc w:val="center"/>
        <w:rPr>
          <w:rFonts w:cstheme="minorHAnsi"/>
          <w:sz w:val="28"/>
          <w:szCs w:val="28"/>
        </w:rPr>
      </w:pPr>
      <w:r w:rsidRPr="00CA6799">
        <w:rPr>
          <w:rStyle w:val="Odwoanieintensywne"/>
        </w:rPr>
        <w:t xml:space="preserve"> DLA UCZNIÓW</w:t>
      </w:r>
    </w:p>
    <w:p w14:paraId="62382DBB" w14:textId="77777777" w:rsidR="008D1299" w:rsidRPr="005E1464" w:rsidRDefault="008D1299" w:rsidP="008D1299">
      <w:pPr>
        <w:spacing w:after="14" w:line="259" w:lineRule="auto"/>
        <w:ind w:left="427"/>
        <w:jc w:val="center"/>
        <w:rPr>
          <w:rFonts w:cstheme="minorHAnsi"/>
          <w:sz w:val="24"/>
          <w:szCs w:val="24"/>
        </w:rPr>
      </w:pPr>
    </w:p>
    <w:p w14:paraId="203F436A" w14:textId="77777777" w:rsidR="008D1299" w:rsidRPr="005E1464" w:rsidRDefault="008D1299" w:rsidP="008D1299">
      <w:pPr>
        <w:spacing w:after="0" w:line="240" w:lineRule="auto"/>
        <w:ind w:left="860" w:right="858"/>
        <w:jc w:val="center"/>
        <w:rPr>
          <w:rFonts w:cstheme="minorHAnsi"/>
          <w:b/>
        </w:rPr>
      </w:pPr>
      <w:bookmarkStart w:id="0" w:name="_Hlk209006834"/>
      <w:r w:rsidRPr="005E1464">
        <w:rPr>
          <w:rFonts w:cstheme="minorHAnsi"/>
          <w:b/>
        </w:rPr>
        <w:t>Projekt pn. „Akademia Zdolnych Uczniów w Gminie Międzyrzecz”</w:t>
      </w:r>
    </w:p>
    <w:p w14:paraId="360A033D" w14:textId="77777777" w:rsidR="008D1299" w:rsidRPr="005E1464" w:rsidRDefault="008D1299" w:rsidP="008D1299">
      <w:pPr>
        <w:spacing w:after="0" w:line="259" w:lineRule="auto"/>
        <w:ind w:left="427"/>
        <w:jc w:val="center"/>
        <w:rPr>
          <w:rFonts w:cstheme="minorHAnsi"/>
          <w:b/>
        </w:rPr>
      </w:pPr>
      <w:r w:rsidRPr="005E1464">
        <w:rPr>
          <w:rFonts w:cstheme="minorHAnsi"/>
          <w:b/>
        </w:rPr>
        <w:t xml:space="preserve">nr FELB.06.07-IZ.00-0009/25,  </w:t>
      </w:r>
    </w:p>
    <w:p w14:paraId="392B0ACF" w14:textId="77777777" w:rsidR="008D1299" w:rsidRPr="005E1464" w:rsidRDefault="008D1299" w:rsidP="008D1299">
      <w:pPr>
        <w:spacing w:after="0" w:line="259" w:lineRule="auto"/>
        <w:ind w:left="427"/>
        <w:jc w:val="center"/>
        <w:rPr>
          <w:rFonts w:cstheme="minorHAnsi"/>
          <w:b/>
        </w:rPr>
      </w:pPr>
      <w:r w:rsidRPr="005E1464">
        <w:rPr>
          <w:rFonts w:cstheme="minorHAnsi"/>
          <w:b/>
        </w:rPr>
        <w:t xml:space="preserve">realizowany przez Gminę Międzyrzecz i współfinansowanym ze środków Europejskiego Funduszu Społecznego Plus (EFS+) </w:t>
      </w:r>
    </w:p>
    <w:p w14:paraId="434A8443" w14:textId="77777777" w:rsidR="008D1299" w:rsidRPr="005E1464" w:rsidRDefault="008D1299" w:rsidP="008D1299">
      <w:pPr>
        <w:spacing w:after="0" w:line="259" w:lineRule="auto"/>
        <w:ind w:left="427"/>
        <w:jc w:val="center"/>
        <w:rPr>
          <w:rFonts w:cstheme="minorHAnsi"/>
          <w:b/>
        </w:rPr>
      </w:pPr>
      <w:r w:rsidRPr="005E1464">
        <w:rPr>
          <w:rFonts w:cstheme="minorHAnsi"/>
          <w:b/>
        </w:rPr>
        <w:t>w ramach Programu Fundusze Europejskie dla Lubuskiego 2021-2027, Priorytet FELB.06.00-Fundusze Europejskie na wsparcie obywateli, dla Działania: FELB.06.07 - Edukacja-ZIT</w:t>
      </w:r>
    </w:p>
    <w:bookmarkEnd w:id="0"/>
    <w:p w14:paraId="1CC0C8BF" w14:textId="77777777" w:rsidR="008D1299" w:rsidRPr="005E1464" w:rsidRDefault="008D1299" w:rsidP="008D1299">
      <w:pPr>
        <w:spacing w:after="0" w:line="259" w:lineRule="auto"/>
        <w:ind w:left="427"/>
        <w:jc w:val="center"/>
        <w:rPr>
          <w:rFonts w:cstheme="minorHAnsi"/>
        </w:rPr>
      </w:pPr>
    </w:p>
    <w:p w14:paraId="2AE20907" w14:textId="77777777" w:rsidR="008D1299" w:rsidRPr="005E1464" w:rsidRDefault="008D1299" w:rsidP="008D1299">
      <w:pPr>
        <w:spacing w:after="0" w:line="259" w:lineRule="auto"/>
        <w:ind w:left="25"/>
        <w:rPr>
          <w:rFonts w:cstheme="minorHAnsi"/>
        </w:rPr>
      </w:pPr>
      <w:r w:rsidRPr="005E1464">
        <w:rPr>
          <w:rFonts w:eastAsiaTheme="minorEastAsia" w:cstheme="minorHAnsi"/>
          <w:sz w:val="24"/>
          <w:szCs w:val="24"/>
        </w:rPr>
        <w:t xml:space="preserve">    </w:t>
      </w:r>
      <w:r w:rsidRPr="005E1464">
        <w:rPr>
          <w:rFonts w:eastAsiaTheme="minorEastAsia" w:cstheme="minorHAnsi"/>
        </w:rPr>
        <w:t xml:space="preserve">Podanie poniższych danych jest dobrowolne, jednakże odmowa ich podania jest     </w:t>
      </w:r>
      <w:r w:rsidRPr="005E1464">
        <w:rPr>
          <w:rFonts w:eastAsiaTheme="minorEastAsia" w:cstheme="minorHAnsi"/>
        </w:rPr>
        <w:br/>
        <w:t xml:space="preserve">    równoznaczna z brakiem możliwości uczestnictwa w Projekcie.</w:t>
      </w:r>
      <w:r w:rsidRPr="005E1464">
        <w:rPr>
          <w:rFonts w:cstheme="minorHAnsi"/>
        </w:rPr>
        <w:t xml:space="preserve"> </w:t>
      </w:r>
    </w:p>
    <w:p w14:paraId="3C810984" w14:textId="77777777" w:rsidR="008D1299" w:rsidRPr="005E1464" w:rsidRDefault="008D1299" w:rsidP="008D1299">
      <w:pPr>
        <w:spacing w:after="49" w:line="259" w:lineRule="auto"/>
        <w:ind w:left="25"/>
        <w:rPr>
          <w:rFonts w:cstheme="minorHAnsi"/>
        </w:rPr>
      </w:pPr>
      <w:r w:rsidRPr="005E1464">
        <w:rPr>
          <w:rFonts w:cstheme="minorHAnsi"/>
        </w:rPr>
        <w:t xml:space="preserve"> </w:t>
      </w:r>
    </w:p>
    <w:p w14:paraId="3D56DABB" w14:textId="77777777" w:rsidR="008D1299" w:rsidRPr="005E1464" w:rsidRDefault="008D1299" w:rsidP="008D1299">
      <w:pPr>
        <w:spacing w:after="0" w:line="259" w:lineRule="auto"/>
        <w:ind w:left="284"/>
        <w:rPr>
          <w:rFonts w:cstheme="minorHAnsi"/>
        </w:rPr>
      </w:pPr>
      <w:r w:rsidRPr="005E1464">
        <w:rPr>
          <w:rFonts w:cstheme="minorHAnsi"/>
        </w:rPr>
        <w:t xml:space="preserve">Należy uzupełnić białe pola bądź zaznaczyć prawidłową odpowiedź </w:t>
      </w:r>
    </w:p>
    <w:p w14:paraId="4812003D" w14:textId="77777777" w:rsidR="008D1299" w:rsidRPr="005E1464" w:rsidRDefault="008D1299" w:rsidP="008D1299">
      <w:pPr>
        <w:spacing w:after="0" w:line="259" w:lineRule="auto"/>
        <w:ind w:left="284"/>
        <w:rPr>
          <w:rFonts w:cstheme="minorHAnsi"/>
        </w:rPr>
      </w:pPr>
    </w:p>
    <w:p w14:paraId="75A008DC" w14:textId="77777777" w:rsidR="008D1299" w:rsidRPr="005E1464" w:rsidRDefault="008D1299" w:rsidP="008D1299">
      <w:pPr>
        <w:spacing w:after="0" w:line="240" w:lineRule="auto"/>
        <w:jc w:val="center"/>
        <w:rPr>
          <w:rFonts w:cstheme="minorHAnsi"/>
        </w:rPr>
      </w:pPr>
    </w:p>
    <w:tbl>
      <w:tblPr>
        <w:tblW w:w="9639" w:type="dxa"/>
        <w:tblInd w:w="279" w:type="dxa"/>
        <w:tblCellMar>
          <w:top w:w="12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3125"/>
        <w:gridCol w:w="6514"/>
      </w:tblGrid>
      <w:tr w:rsidR="008D1299" w:rsidRPr="005E1464" w14:paraId="5A348402" w14:textId="77777777" w:rsidTr="00E261AE">
        <w:trPr>
          <w:trHeight w:val="960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780E4EC" w14:textId="77777777" w:rsidR="008D1299" w:rsidRPr="005E1464" w:rsidRDefault="008D1299" w:rsidP="00E261AE">
            <w:pPr>
              <w:spacing w:after="0" w:line="259" w:lineRule="auto"/>
              <w:rPr>
                <w:rFonts w:cstheme="minorHAnsi"/>
              </w:rPr>
            </w:pPr>
            <w:r w:rsidRPr="005E1464">
              <w:rPr>
                <w:rFonts w:cstheme="minorHAnsi"/>
              </w:rPr>
              <w:t xml:space="preserve">Przyjęto dokumentację </w:t>
            </w:r>
          </w:p>
          <w:p w14:paraId="46DAF518" w14:textId="77777777" w:rsidR="008D1299" w:rsidRPr="005E1464" w:rsidRDefault="008D1299" w:rsidP="00E261AE">
            <w:pPr>
              <w:spacing w:after="0" w:line="259" w:lineRule="auto"/>
              <w:rPr>
                <w:rFonts w:cstheme="minorHAnsi"/>
              </w:rPr>
            </w:pPr>
            <w:r w:rsidRPr="005E1464">
              <w:rPr>
                <w:rFonts w:cstheme="minorHAnsi"/>
              </w:rPr>
              <w:t xml:space="preserve">rekrutacyjną </w:t>
            </w:r>
          </w:p>
        </w:tc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8F97EDF" w14:textId="77777777" w:rsidR="008D1299" w:rsidRPr="005E1464" w:rsidRDefault="008D1299" w:rsidP="00E261AE">
            <w:pPr>
              <w:spacing w:after="61" w:line="259" w:lineRule="auto"/>
              <w:ind w:left="1"/>
              <w:rPr>
                <w:rFonts w:cstheme="minorHAnsi"/>
              </w:rPr>
            </w:pPr>
            <w:r w:rsidRPr="005E1464">
              <w:rPr>
                <w:rFonts w:cstheme="minorHAnsi"/>
              </w:rPr>
              <w:t xml:space="preserve"> </w:t>
            </w:r>
          </w:p>
          <w:p w14:paraId="76851317" w14:textId="77777777" w:rsidR="008D1299" w:rsidRPr="005E1464" w:rsidRDefault="008D1299" w:rsidP="00E261AE">
            <w:pPr>
              <w:spacing w:after="0" w:line="259" w:lineRule="auto"/>
              <w:ind w:left="547" w:right="470"/>
              <w:jc w:val="center"/>
              <w:rPr>
                <w:rFonts w:cstheme="minorHAnsi"/>
              </w:rPr>
            </w:pPr>
            <w:r w:rsidRPr="005E1464">
              <w:rPr>
                <w:rFonts w:cstheme="minorHAnsi"/>
              </w:rPr>
              <w:t xml:space="preserve">………………………………………………… </w:t>
            </w:r>
          </w:p>
          <w:p w14:paraId="6A3A50A4" w14:textId="77777777" w:rsidR="008D1299" w:rsidRPr="005E1464" w:rsidRDefault="008D1299" w:rsidP="00E261AE">
            <w:pPr>
              <w:spacing w:after="0" w:line="259" w:lineRule="auto"/>
              <w:ind w:left="547" w:right="470"/>
              <w:jc w:val="center"/>
              <w:rPr>
                <w:rFonts w:cstheme="minorHAnsi"/>
              </w:rPr>
            </w:pPr>
            <w:r w:rsidRPr="005E1464">
              <w:rPr>
                <w:rFonts w:cstheme="minorHAnsi"/>
              </w:rPr>
              <w:t xml:space="preserve">Data i podpis przedstawiciela Beneficjenta </w:t>
            </w:r>
          </w:p>
        </w:tc>
      </w:tr>
    </w:tbl>
    <w:p w14:paraId="2BB9382A" w14:textId="77777777" w:rsidR="008D1299" w:rsidRPr="005E1464" w:rsidRDefault="008D1299" w:rsidP="008D1299">
      <w:pPr>
        <w:spacing w:after="0" w:line="259" w:lineRule="auto"/>
        <w:rPr>
          <w:rFonts w:cstheme="minorHAnsi"/>
          <w:sz w:val="18"/>
        </w:rPr>
      </w:pPr>
    </w:p>
    <w:tbl>
      <w:tblPr>
        <w:tblStyle w:val="TableGrid"/>
        <w:tblW w:w="9604" w:type="dxa"/>
        <w:tblInd w:w="322" w:type="dxa"/>
        <w:tblCellMar>
          <w:top w:w="53" w:type="dxa"/>
          <w:left w:w="108" w:type="dxa"/>
          <w:bottom w:w="5" w:type="dxa"/>
        </w:tblCellMar>
        <w:tblLook w:val="04A0" w:firstRow="1" w:lastRow="0" w:firstColumn="1" w:lastColumn="0" w:noHBand="0" w:noVBand="1"/>
      </w:tblPr>
      <w:tblGrid>
        <w:gridCol w:w="3084"/>
        <w:gridCol w:w="1496"/>
        <w:gridCol w:w="5024"/>
      </w:tblGrid>
      <w:tr w:rsidR="008D1299" w:rsidRPr="005E1464" w14:paraId="15CEC887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AC6B43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Beneficjent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BD889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Gmina </w:t>
            </w:r>
            <w:r>
              <w:rPr>
                <w:rFonts w:cstheme="minorHAnsi"/>
                <w:lang w:val="pl-PL"/>
              </w:rPr>
              <w:t>Międzyrzecz</w:t>
            </w:r>
          </w:p>
        </w:tc>
      </w:tr>
      <w:tr w:rsidR="008D1299" w:rsidRPr="005E1464" w14:paraId="18D5ED6B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8EFA4D5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Tytuł projektu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34549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Akademia</w:t>
            </w:r>
            <w:r>
              <w:rPr>
                <w:rFonts w:cstheme="minorHAnsi"/>
                <w:lang w:val="pl-PL"/>
              </w:rPr>
              <w:t xml:space="preserve"> Zdolnych Uczniów w Gminie Międzyrzecz</w:t>
            </w:r>
          </w:p>
        </w:tc>
      </w:tr>
      <w:tr w:rsidR="008D1299" w:rsidRPr="005E1464" w14:paraId="1D65E544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201EAED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Nr projektu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E63C1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bCs/>
                <w:lang w:val="pl-PL"/>
              </w:rPr>
            </w:pPr>
            <w:r w:rsidRPr="005E1464">
              <w:rPr>
                <w:rFonts w:cstheme="minorHAnsi"/>
                <w:bCs/>
                <w:lang w:val="pl-PL"/>
              </w:rPr>
              <w:t>FELB.06.07-IZ.00-000</w:t>
            </w:r>
            <w:r>
              <w:rPr>
                <w:rFonts w:cstheme="minorHAnsi"/>
                <w:bCs/>
                <w:lang w:val="pl-PL"/>
              </w:rPr>
              <w:t>9</w:t>
            </w:r>
            <w:r w:rsidRPr="005E1464">
              <w:rPr>
                <w:rFonts w:cstheme="minorHAnsi"/>
                <w:bCs/>
                <w:lang w:val="pl-PL"/>
              </w:rPr>
              <w:t>/25</w:t>
            </w:r>
          </w:p>
        </w:tc>
      </w:tr>
      <w:tr w:rsidR="008D1299" w:rsidRPr="005E1464" w14:paraId="6E8B8358" w14:textId="77777777" w:rsidTr="00E31300">
        <w:trPr>
          <w:trHeight w:val="729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1928CF" w14:textId="072B9E3C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Nazwa szkoły</w:t>
            </w:r>
            <w:r w:rsidR="00D62494">
              <w:rPr>
                <w:rFonts w:cstheme="minorHAnsi"/>
                <w:lang w:val="pl-PL"/>
              </w:rPr>
              <w:t>,</w:t>
            </w:r>
            <w:r w:rsidRPr="005E1464">
              <w:rPr>
                <w:rFonts w:cstheme="minorHAnsi"/>
                <w:lang w:val="pl-PL"/>
              </w:rPr>
              <w:t xml:space="preserve"> do której uczęszcza uczeń/uczennica</w:t>
            </w:r>
          </w:p>
        </w:tc>
        <w:sdt>
          <w:sdtPr>
            <w:rPr>
              <w:rFonts w:cstheme="minorHAnsi"/>
              <w:b/>
            </w:rPr>
            <w:alias w:val="Wybierz szkołę"/>
            <w:tag w:val="Wybierz szkołę"/>
            <w:id w:val="394088512"/>
            <w:placeholder>
              <w:docPart w:val="676697A134004ED2BE62D397EA271FC6"/>
            </w:placeholder>
            <w15:color w:val="339966"/>
            <w:dropDownList>
              <w:listItem w:displayText="Wybierz element lub wpisz" w:value="Wybierz element lub wpisz"/>
              <w:listItem w:displayText="Szkoła Podstawowa nr 1" w:value="Szkoła Podstawowa nr 1"/>
              <w:listItem w:displayText="Szkoła Podstawowa nr 2" w:value="Szkoła Podstawowa nr 2"/>
              <w:listItem w:displayText="Szkoła Podstawowa nr 3" w:value="Szkoła Podstawowa nr 3"/>
              <w:listItem w:displayText="Szkoła Podstawowa nr 4" w:value="Szkoła Podstawowa nr 4"/>
              <w:listItem w:displayText="Szkoła Podstawowa nr 6" w:value="Szkoła Podstawowa nr 6"/>
              <w:listItem w:displayText="Szkoła Podstawowa w Bukowcu" w:value="Szkoła Podstawowa w Bukowcu"/>
              <w:listItem w:displayText="Szkoła Podstawowa w Kaławie" w:value="Szkoła Podstawowa w Kaławie"/>
            </w:dropDownList>
          </w:sdtPr>
          <w:sdtEndPr/>
          <w:sdtContent>
            <w:tc>
              <w:tcPr>
                <w:tcW w:w="6520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53F7581" w14:textId="15955515" w:rsidR="008D1299" w:rsidRPr="005E1464" w:rsidRDefault="006D356D" w:rsidP="00E261AE">
                <w:pPr>
                  <w:spacing w:line="259" w:lineRule="auto"/>
                  <w:ind w:left="1"/>
                  <w:rPr>
                    <w:rFonts w:cstheme="minorHAnsi"/>
                    <w:b/>
                    <w:lang w:val="pl-PL"/>
                  </w:rPr>
                </w:pPr>
                <w:r>
                  <w:rPr>
                    <w:rFonts w:cstheme="minorHAnsi"/>
                    <w:b/>
                  </w:rPr>
                  <w:t>Wybierz element lub wpisz</w:t>
                </w:r>
              </w:p>
            </w:tc>
          </w:sdtContent>
        </w:sdt>
      </w:tr>
      <w:tr w:rsidR="00E31300" w:rsidRPr="005E1464" w14:paraId="5AB08614" w14:textId="77777777" w:rsidTr="00147FE4">
        <w:trPr>
          <w:trHeight w:val="463"/>
        </w:trPr>
        <w:tc>
          <w:tcPr>
            <w:tcW w:w="96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93AAA9F" w14:textId="208F6243" w:rsidR="00E31300" w:rsidRPr="00CA6799" w:rsidRDefault="00E31300" w:rsidP="00E261AE">
            <w:pPr>
              <w:spacing w:line="259" w:lineRule="auto"/>
              <w:ind w:left="1"/>
              <w:jc w:val="center"/>
              <w:rPr>
                <w:rStyle w:val="Odwoanieintensywne"/>
              </w:rPr>
            </w:pPr>
            <w:r w:rsidRPr="00CA6799">
              <w:rPr>
                <w:rStyle w:val="Odwoanieintensywne"/>
              </w:rPr>
              <w:t>DANE KANDYDATA / KANDYDATKI (UCZNIA/UCZENNICY)</w:t>
            </w:r>
          </w:p>
        </w:tc>
      </w:tr>
      <w:tr w:rsidR="008D1299" w:rsidRPr="005E1464" w14:paraId="72722053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1491E5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Imię (Imiona) 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DD5DB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sz w:val="24"/>
                <w:lang w:val="pl-PL"/>
              </w:rPr>
              <w:t xml:space="preserve"> </w:t>
            </w:r>
          </w:p>
        </w:tc>
      </w:tr>
      <w:tr w:rsidR="008D1299" w:rsidRPr="005E1464" w14:paraId="19747F88" w14:textId="77777777" w:rsidTr="00E31300">
        <w:trPr>
          <w:trHeight w:val="466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F4F1454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Nazwisko 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B9DE1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sz w:val="24"/>
                <w:lang w:val="pl-PL"/>
              </w:rPr>
              <w:t xml:space="preserve"> </w:t>
            </w:r>
          </w:p>
        </w:tc>
      </w:tr>
      <w:tr w:rsidR="008D1299" w:rsidRPr="005E1464" w14:paraId="1F96C74B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4D4020" w14:textId="77777777" w:rsidR="008D1299" w:rsidRPr="005E1464" w:rsidRDefault="008D1299" w:rsidP="00E261AE">
            <w:pPr>
              <w:spacing w:line="259" w:lineRule="auto"/>
              <w:ind w:right="109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Płeć  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1DC8D" w14:textId="77777777" w:rsidR="008D1299" w:rsidRPr="005E1464" w:rsidRDefault="00D62494" w:rsidP="00E261AE">
            <w:pPr>
              <w:spacing w:line="259" w:lineRule="auto"/>
              <w:ind w:left="1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1809777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  Kobieta      </w:t>
            </w:r>
            <w:sdt>
              <w:sdtPr>
                <w:rPr>
                  <w:rFonts w:cstheme="minorHAnsi"/>
                </w:rPr>
                <w:id w:val="-528715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  Mężczyzna </w:t>
            </w:r>
          </w:p>
        </w:tc>
      </w:tr>
      <w:tr w:rsidR="008D1299" w:rsidRPr="005E1464" w14:paraId="146F6905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6685951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Numer PESEL 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766CC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sz w:val="24"/>
                <w:szCs w:val="24"/>
                <w:lang w:val="pl-PL"/>
              </w:rPr>
            </w:pPr>
          </w:p>
        </w:tc>
      </w:tr>
      <w:tr w:rsidR="00E31300" w:rsidRPr="005E1464" w14:paraId="4F4981B1" w14:textId="77777777" w:rsidTr="00E31300">
        <w:trPr>
          <w:trHeight w:val="3616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11C8E2E" w14:textId="77777777" w:rsidR="00E31300" w:rsidRPr="005E1464" w:rsidRDefault="00E31300" w:rsidP="00E261AE">
            <w:pPr>
              <w:spacing w:line="259" w:lineRule="auto"/>
              <w:ind w:right="109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lastRenderedPageBreak/>
              <w:t xml:space="preserve">Obywatelstwo 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18AA785" w14:textId="10F03C60" w:rsidR="00E31300" w:rsidRPr="005E1464" w:rsidRDefault="00D62494" w:rsidP="00E261AE">
            <w:pPr>
              <w:spacing w:line="259" w:lineRule="auto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60473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300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E31300" w:rsidRPr="005E1464">
              <w:rPr>
                <w:rFonts w:cstheme="minorHAnsi"/>
                <w:sz w:val="24"/>
                <w:szCs w:val="24"/>
                <w:lang w:val="pl-PL"/>
              </w:rPr>
              <w:t xml:space="preserve"> </w:t>
            </w:r>
            <w:r w:rsidR="00E31300" w:rsidRPr="005E1464">
              <w:rPr>
                <w:rFonts w:cstheme="minorHAnsi"/>
                <w:lang w:val="pl-PL"/>
              </w:rPr>
              <w:t xml:space="preserve">  polskie</w:t>
            </w:r>
            <w:r w:rsidR="00E31300">
              <w:rPr>
                <w:rFonts w:cstheme="minorHAnsi"/>
                <w:lang w:val="pl-PL"/>
              </w:rPr>
              <w:br/>
            </w:r>
            <w:sdt>
              <w:sdtPr>
                <w:rPr>
                  <w:rFonts w:cstheme="minorHAnsi"/>
                  <w:sz w:val="24"/>
                  <w:szCs w:val="24"/>
                </w:rPr>
                <w:id w:val="-2127921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300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E31300" w:rsidRPr="005E1464">
              <w:rPr>
                <w:rFonts w:cstheme="minorHAnsi"/>
                <w:sz w:val="24"/>
                <w:szCs w:val="24"/>
                <w:lang w:val="pl-PL"/>
              </w:rPr>
              <w:t xml:space="preserve"> </w:t>
            </w:r>
            <w:r w:rsidR="00E31300" w:rsidRPr="005E1464">
              <w:rPr>
                <w:rFonts w:cstheme="minorHAnsi"/>
                <w:lang w:val="pl-PL"/>
              </w:rPr>
              <w:t xml:space="preserve">  brak obywatelstwa polskiego – obywatel kraju UE    </w:t>
            </w:r>
            <w:r w:rsidR="00E31300">
              <w:rPr>
                <w:rFonts w:cstheme="minorHAnsi"/>
                <w:lang w:val="pl-PL"/>
              </w:rPr>
              <w:br/>
            </w:r>
            <w:sdt>
              <w:sdtPr>
                <w:rPr>
                  <w:rFonts w:cstheme="minorHAnsi"/>
                  <w:sz w:val="24"/>
                  <w:szCs w:val="24"/>
                </w:rPr>
                <w:id w:val="-1208643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300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E31300" w:rsidRPr="005E1464">
              <w:rPr>
                <w:rFonts w:cstheme="minorHAnsi"/>
                <w:sz w:val="24"/>
                <w:szCs w:val="24"/>
                <w:lang w:val="pl-PL"/>
              </w:rPr>
              <w:t xml:space="preserve"> </w:t>
            </w:r>
            <w:r w:rsidR="00E31300" w:rsidRPr="005E1464">
              <w:rPr>
                <w:rFonts w:cstheme="minorHAnsi"/>
                <w:lang w:val="pl-PL"/>
              </w:rPr>
              <w:t xml:space="preserve">  brak obywatelstwa polskiego – obywatel kraju spoza UE </w:t>
            </w:r>
          </w:p>
        </w:tc>
      </w:tr>
      <w:tr w:rsidR="008D1299" w:rsidRPr="005E1464" w14:paraId="636102D8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F9BA4E2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Wiek w chwili przystąpienia do projektu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1651F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sz w:val="24"/>
                <w:lang w:val="pl-PL"/>
              </w:rPr>
            </w:pPr>
          </w:p>
        </w:tc>
      </w:tr>
      <w:tr w:rsidR="008D1299" w:rsidRPr="005E1464" w14:paraId="27F27D7F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BB6F53C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Planowana data zakończenia edukacji </w:t>
            </w:r>
          </w:p>
          <w:p w14:paraId="54EAAD54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w placówce edukacyjnej do której obecnie uczęszcza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841A3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sz w:val="24"/>
                <w:lang w:val="pl-PL"/>
              </w:rPr>
            </w:pPr>
            <w:r w:rsidRPr="005E1464">
              <w:rPr>
                <w:rFonts w:cstheme="minorHAnsi"/>
                <w:sz w:val="24"/>
                <w:lang w:val="pl-PL"/>
              </w:rPr>
              <w:t xml:space="preserve"> </w:t>
            </w:r>
          </w:p>
          <w:p w14:paraId="39CAE70D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sz w:val="24"/>
                <w:lang w:val="pl-PL"/>
              </w:rPr>
            </w:pPr>
          </w:p>
          <w:p w14:paraId="380EB996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b/>
                <w:lang w:val="pl-PL"/>
              </w:rPr>
              <w:t>Dzień:</w:t>
            </w:r>
            <w:r w:rsidRPr="005E1464">
              <w:rPr>
                <w:rFonts w:cstheme="minorHAnsi"/>
                <w:lang w:val="pl-PL"/>
              </w:rPr>
              <w:t xml:space="preserve"> </w:t>
            </w:r>
            <w:proofErr w:type="gramStart"/>
            <w:r w:rsidRPr="005E1464">
              <w:rPr>
                <w:rFonts w:cstheme="minorHAnsi"/>
                <w:lang w:val="pl-PL"/>
              </w:rPr>
              <w:t>…….</w:t>
            </w:r>
            <w:proofErr w:type="gramEnd"/>
            <w:r w:rsidRPr="005E1464">
              <w:rPr>
                <w:rFonts w:cstheme="minorHAnsi"/>
                <w:lang w:val="pl-PL"/>
              </w:rPr>
              <w:t xml:space="preserve">. </w:t>
            </w:r>
            <w:r w:rsidRPr="005E1464">
              <w:rPr>
                <w:rFonts w:cstheme="minorHAnsi"/>
                <w:b/>
                <w:lang w:val="pl-PL"/>
              </w:rPr>
              <w:t>Miesiąc:</w:t>
            </w:r>
            <w:r w:rsidRPr="005E1464">
              <w:rPr>
                <w:rFonts w:cstheme="minorHAnsi"/>
                <w:lang w:val="pl-PL"/>
              </w:rPr>
              <w:t xml:space="preserve"> …………………… </w:t>
            </w:r>
            <w:r w:rsidRPr="005E1464">
              <w:rPr>
                <w:rFonts w:cstheme="minorHAnsi"/>
                <w:b/>
                <w:lang w:val="pl-PL"/>
              </w:rPr>
              <w:t>Rok:</w:t>
            </w:r>
            <w:r w:rsidRPr="005E1464">
              <w:rPr>
                <w:rFonts w:cstheme="minorHAnsi"/>
                <w:lang w:val="pl-PL"/>
              </w:rPr>
              <w:t xml:space="preserve"> ………</w:t>
            </w:r>
            <w:proofErr w:type="gramStart"/>
            <w:r w:rsidRPr="005E1464">
              <w:rPr>
                <w:rFonts w:cstheme="minorHAnsi"/>
                <w:lang w:val="pl-PL"/>
              </w:rPr>
              <w:t>…….</w:t>
            </w:r>
            <w:proofErr w:type="gramEnd"/>
          </w:p>
        </w:tc>
      </w:tr>
      <w:tr w:rsidR="008D1299" w:rsidRPr="005E1464" w14:paraId="0872B3CB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C527FD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Status osoby na rynku pracy w chwili przystąpienia do projektu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BC6E3" w14:textId="77777777" w:rsidR="008D1299" w:rsidRPr="005E1464" w:rsidRDefault="00D62494" w:rsidP="00E261AE">
            <w:pPr>
              <w:spacing w:line="259" w:lineRule="auto"/>
              <w:ind w:left="1"/>
              <w:rPr>
                <w:rFonts w:cstheme="minorHAnsi"/>
                <w:sz w:val="24"/>
                <w:lang w:val="pl-PL"/>
              </w:rPr>
            </w:pPr>
            <w:sdt>
              <w:sdtPr>
                <w:rPr>
                  <w:rFonts w:cstheme="minorHAnsi"/>
                  <w:sz w:val="24"/>
                </w:rPr>
                <w:id w:val="-862584588"/>
                <w:lock w:val="contentLocked"/>
                <w:placeholder>
                  <w:docPart w:val="AF608463ECB644829DACF8B45BC97CAD"/>
                </w:placeholder>
                <w:dropDownList>
                  <w:listItem w:displayText="OSOBA UCZĄCA SIĘ" w:value="OSOBA UCZĄCA SIĘ"/>
                </w:dropDownList>
              </w:sdtPr>
              <w:sdtEndPr/>
              <w:sdtContent>
                <w:r w:rsidR="008D1299">
                  <w:rPr>
                    <w:rFonts w:cstheme="minorHAnsi"/>
                    <w:sz w:val="24"/>
                    <w:lang w:val="pl-PL"/>
                  </w:rPr>
                  <w:t>OSOBA UCZĄCA SIĘ</w:t>
                </w:r>
              </w:sdtContent>
            </w:sdt>
          </w:p>
          <w:p w14:paraId="3D29D239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sz w:val="24"/>
                <w:lang w:val="pl-PL"/>
              </w:rPr>
            </w:pPr>
          </w:p>
        </w:tc>
      </w:tr>
      <w:tr w:rsidR="008D1299" w:rsidRPr="005E1464" w14:paraId="6D09F287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368397B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Obszar zamieszkania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1E924" w14:textId="77777777" w:rsidR="008D1299" w:rsidRPr="005E1464" w:rsidRDefault="00D62494" w:rsidP="00E261AE">
            <w:pPr>
              <w:spacing w:line="259" w:lineRule="auto"/>
              <w:ind w:left="1"/>
              <w:rPr>
                <w:rFonts w:cstheme="minorHAnsi"/>
                <w:sz w:val="24"/>
                <w:lang w:val="pl-PL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300801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  obszar miejski    </w:t>
            </w:r>
            <w:sdt>
              <w:sdtPr>
                <w:rPr>
                  <w:rFonts w:cstheme="minorHAnsi"/>
                  <w:sz w:val="24"/>
                  <w:szCs w:val="24"/>
                </w:rPr>
                <w:id w:val="1396623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sz w:val="24"/>
                <w:szCs w:val="24"/>
                <w:lang w:val="pl-PL"/>
              </w:rPr>
              <w:t xml:space="preserve"> </w:t>
            </w:r>
            <w:r w:rsidR="008D1299" w:rsidRPr="005E1464">
              <w:rPr>
                <w:rFonts w:cstheme="minorHAnsi"/>
                <w:lang w:val="pl-PL"/>
              </w:rPr>
              <w:t xml:space="preserve">  obszar wiejski</w:t>
            </w:r>
          </w:p>
        </w:tc>
      </w:tr>
      <w:tr w:rsidR="008D1299" w:rsidRPr="005E1464" w14:paraId="15C56567" w14:textId="77777777" w:rsidTr="00E31300">
        <w:trPr>
          <w:trHeight w:val="463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1AA06D3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Uczeń uczęszcza obecnie do klasy  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4A823" w14:textId="77777777" w:rsidR="008D1299" w:rsidRPr="005E1464" w:rsidRDefault="008D1299" w:rsidP="00E261AE">
            <w:pPr>
              <w:spacing w:after="83"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</w:t>
            </w:r>
            <w:sdt>
              <w:sdtPr>
                <w:rPr>
                  <w:rFonts w:cstheme="minorHAnsi"/>
                </w:rPr>
                <w:id w:val="-628704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 I             </w:t>
            </w:r>
            <w:sdt>
              <w:sdtPr>
                <w:rPr>
                  <w:rFonts w:cstheme="minorHAnsi"/>
                </w:rPr>
                <w:id w:val="664053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II               </w:t>
            </w:r>
            <w:sdt>
              <w:sdtPr>
                <w:rPr>
                  <w:rFonts w:cstheme="minorHAnsi"/>
                </w:rPr>
                <w:id w:val="1289550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 III             </w:t>
            </w:r>
            <w:sdt>
              <w:sdtPr>
                <w:rPr>
                  <w:rFonts w:cstheme="minorHAnsi"/>
                </w:rPr>
                <w:id w:val="-1972042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 IV </w:t>
            </w:r>
          </w:p>
          <w:p w14:paraId="13433E9A" w14:textId="77777777" w:rsidR="008D1299" w:rsidRPr="005E1464" w:rsidRDefault="008D1299" w:rsidP="00E261AE">
            <w:pPr>
              <w:spacing w:line="259" w:lineRule="auto"/>
              <w:ind w:left="1"/>
              <w:rPr>
                <w:rFonts w:cstheme="minorHAnsi"/>
                <w:sz w:val="24"/>
                <w:szCs w:val="24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 </w:t>
            </w:r>
            <w:sdt>
              <w:sdtPr>
                <w:rPr>
                  <w:rFonts w:cstheme="minorHAnsi"/>
                </w:rPr>
                <w:id w:val="-18541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 V           </w:t>
            </w:r>
            <w:sdt>
              <w:sdtPr>
                <w:rPr>
                  <w:rFonts w:cstheme="minorHAnsi"/>
                </w:rPr>
                <w:id w:val="1132748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VI              </w:t>
            </w:r>
            <w:sdt>
              <w:sdtPr>
                <w:rPr>
                  <w:rFonts w:cstheme="minorHAnsi"/>
                </w:rPr>
                <w:id w:val="-93790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 VII           </w:t>
            </w:r>
            <w:sdt>
              <w:sdtPr>
                <w:rPr>
                  <w:rFonts w:cstheme="minorHAnsi"/>
                </w:rPr>
                <w:id w:val="554517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5E1464">
              <w:rPr>
                <w:rFonts w:cstheme="minorHAnsi"/>
                <w:lang w:val="pl-PL"/>
              </w:rPr>
              <w:t xml:space="preserve">   VIII</w:t>
            </w:r>
          </w:p>
        </w:tc>
      </w:tr>
      <w:tr w:rsidR="008D1299" w:rsidRPr="005E1464" w14:paraId="4F7F6FAF" w14:textId="77777777" w:rsidTr="00E261AE">
        <w:trPr>
          <w:trHeight w:val="407"/>
        </w:trPr>
        <w:tc>
          <w:tcPr>
            <w:tcW w:w="96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0CFD085" w14:textId="77777777" w:rsidR="008D1299" w:rsidRPr="00CA6799" w:rsidRDefault="008D1299" w:rsidP="00E261AE">
            <w:pPr>
              <w:spacing w:line="259" w:lineRule="auto"/>
              <w:ind w:right="110"/>
              <w:jc w:val="center"/>
              <w:rPr>
                <w:rStyle w:val="Odwoanieintensywne"/>
              </w:rPr>
            </w:pPr>
            <w:r w:rsidRPr="00CA6799">
              <w:rPr>
                <w:rStyle w:val="Odwoanieintensywne"/>
              </w:rPr>
              <w:t xml:space="preserve">ADRES ZAMIESZKANIA (UCZNIA/UCZENNICY) </w:t>
            </w:r>
          </w:p>
        </w:tc>
      </w:tr>
      <w:tr w:rsidR="008D1299" w:rsidRPr="005E1464" w14:paraId="5B9C02BB" w14:textId="77777777" w:rsidTr="00E31300">
        <w:trPr>
          <w:trHeight w:val="464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6EC5F98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Województwo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C2DF4" w14:textId="77777777" w:rsidR="008D1299" w:rsidRPr="005E1464" w:rsidRDefault="00D62494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2081669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Lubuskie     </w:t>
            </w:r>
            <w:sdt>
              <w:sdtPr>
                <w:rPr>
                  <w:rFonts w:cstheme="minorHAnsi"/>
                </w:rPr>
                <w:id w:val="1898393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Inne</w:t>
            </w:r>
            <w:r w:rsidR="008D1299">
              <w:rPr>
                <w:rFonts w:cstheme="minorHAnsi"/>
                <w:lang w:val="pl-PL"/>
              </w:rPr>
              <w:t>, podaj jakie</w:t>
            </w:r>
            <w:r w:rsidR="008D1299" w:rsidRPr="005E1464">
              <w:rPr>
                <w:rFonts w:cstheme="minorHAnsi"/>
                <w:lang w:val="pl-PL"/>
              </w:rPr>
              <w:t xml:space="preserve">: </w:t>
            </w:r>
          </w:p>
          <w:p w14:paraId="751B940C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</w:p>
          <w:p w14:paraId="3E0B8938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…………………………………………… </w:t>
            </w:r>
          </w:p>
        </w:tc>
      </w:tr>
      <w:tr w:rsidR="008D1299" w:rsidRPr="005E1464" w14:paraId="42A9224D" w14:textId="77777777" w:rsidTr="00E31300">
        <w:trPr>
          <w:trHeight w:val="463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B21B487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Powiat 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7446F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</w:p>
        </w:tc>
      </w:tr>
      <w:tr w:rsidR="008D1299" w:rsidRPr="005E1464" w14:paraId="199406E9" w14:textId="77777777" w:rsidTr="00E31300">
        <w:trPr>
          <w:trHeight w:val="464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D95C4DA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Gmina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DDA14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  <w:tr w:rsidR="008D1299" w:rsidRPr="005E1464" w14:paraId="314DFFC6" w14:textId="77777777" w:rsidTr="00E31300">
        <w:trPr>
          <w:trHeight w:val="464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D9E3B9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Miejscowość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20A32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  <w:tr w:rsidR="008D1299" w:rsidRPr="005E1464" w14:paraId="50CB053B" w14:textId="77777777" w:rsidTr="00E31300">
        <w:trPr>
          <w:trHeight w:val="463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85A2014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Ulica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D6E3D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  <w:tr w:rsidR="008D1299" w:rsidRPr="005E1464" w14:paraId="0B540E3D" w14:textId="77777777" w:rsidTr="00E31300">
        <w:trPr>
          <w:trHeight w:val="464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79497EE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Numer domu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543BA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  <w:tr w:rsidR="008D1299" w:rsidRPr="005E1464" w14:paraId="4E897FC5" w14:textId="77777777" w:rsidTr="00E31300">
        <w:trPr>
          <w:trHeight w:val="464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2B30191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Numer lokalu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FF57D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  <w:tr w:rsidR="008D1299" w:rsidRPr="005E1464" w14:paraId="55912E05" w14:textId="77777777" w:rsidTr="00E31300">
        <w:trPr>
          <w:trHeight w:val="463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BF78DB9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Kod pocztowy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4ADED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  <w:tr w:rsidR="008D1299" w:rsidRPr="005E1464" w14:paraId="24BCA653" w14:textId="77777777" w:rsidTr="00E261AE">
        <w:trPr>
          <w:trHeight w:val="596"/>
        </w:trPr>
        <w:tc>
          <w:tcPr>
            <w:tcW w:w="96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DD1088E" w14:textId="77777777" w:rsidR="00BC3F68" w:rsidRDefault="00BC3F68" w:rsidP="00E261AE">
            <w:pPr>
              <w:spacing w:line="259" w:lineRule="auto"/>
              <w:ind w:left="2"/>
              <w:jc w:val="center"/>
              <w:rPr>
                <w:rStyle w:val="Odwoanieintensywne"/>
              </w:rPr>
            </w:pPr>
          </w:p>
          <w:p w14:paraId="7F2AC154" w14:textId="77777777" w:rsidR="00BC3F68" w:rsidRDefault="00BC3F68" w:rsidP="00E261AE">
            <w:pPr>
              <w:spacing w:line="259" w:lineRule="auto"/>
              <w:ind w:left="2"/>
              <w:jc w:val="center"/>
              <w:rPr>
                <w:rStyle w:val="Odwoanieintensywne"/>
              </w:rPr>
            </w:pPr>
          </w:p>
          <w:p w14:paraId="3D9F5640" w14:textId="3742224D" w:rsidR="008D1299" w:rsidRPr="00CA6799" w:rsidRDefault="008D1299" w:rsidP="00E261AE">
            <w:pPr>
              <w:spacing w:line="259" w:lineRule="auto"/>
              <w:ind w:left="2"/>
              <w:jc w:val="center"/>
              <w:rPr>
                <w:rStyle w:val="Odwoanieintensywne"/>
              </w:rPr>
            </w:pPr>
            <w:r w:rsidRPr="00CA6799">
              <w:rPr>
                <w:rStyle w:val="Odwoanieintensywne"/>
              </w:rPr>
              <w:lastRenderedPageBreak/>
              <w:t>DANE KONTAKOWE RODZICA / OPIEKUNA PRAWNEGO</w:t>
            </w:r>
          </w:p>
        </w:tc>
      </w:tr>
      <w:tr w:rsidR="008D1299" w:rsidRPr="005E1464" w14:paraId="17AF134E" w14:textId="77777777" w:rsidTr="00E31300">
        <w:trPr>
          <w:trHeight w:val="596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4458628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lastRenderedPageBreak/>
              <w:t>Telefon kontaktowy</w:t>
            </w:r>
          </w:p>
          <w:p w14:paraId="2A389BBA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(do rodzica/opiekuna prawnego)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AF753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sz w:val="24"/>
                <w:lang w:val="pl-PL"/>
              </w:rPr>
              <w:t xml:space="preserve"> </w:t>
            </w:r>
          </w:p>
        </w:tc>
      </w:tr>
      <w:tr w:rsidR="008D1299" w:rsidRPr="005E1464" w14:paraId="41FA438B" w14:textId="77777777" w:rsidTr="00E31300">
        <w:trPr>
          <w:trHeight w:val="595"/>
        </w:trPr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2845D3F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Adres poczty elektronicznej</w:t>
            </w:r>
          </w:p>
          <w:p w14:paraId="1AF9FF6C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(e-mail rodzica/opiekuna prawnego)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89B4B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</w:tbl>
    <w:p w14:paraId="38FE0749" w14:textId="77777777" w:rsidR="008D1299" w:rsidRDefault="008D1299" w:rsidP="008D1299">
      <w:pPr>
        <w:spacing w:after="0" w:line="259" w:lineRule="auto"/>
        <w:ind w:left="38"/>
        <w:jc w:val="center"/>
        <w:rPr>
          <w:rFonts w:cstheme="minorHAnsi"/>
        </w:rPr>
      </w:pPr>
    </w:p>
    <w:p w14:paraId="4787903E" w14:textId="77777777" w:rsidR="00CA6799" w:rsidRDefault="00CA6799" w:rsidP="008D1299">
      <w:pPr>
        <w:spacing w:after="0" w:line="259" w:lineRule="auto"/>
        <w:ind w:left="38"/>
        <w:jc w:val="center"/>
        <w:rPr>
          <w:rFonts w:cstheme="minorHAnsi"/>
        </w:rPr>
      </w:pPr>
    </w:p>
    <w:p w14:paraId="6929F1DF" w14:textId="77777777" w:rsidR="00CA6799" w:rsidRDefault="00CA6799" w:rsidP="008D1299">
      <w:pPr>
        <w:spacing w:after="0" w:line="259" w:lineRule="auto"/>
        <w:ind w:left="38"/>
        <w:jc w:val="center"/>
        <w:rPr>
          <w:rFonts w:cstheme="minorHAnsi"/>
        </w:rPr>
      </w:pPr>
    </w:p>
    <w:p w14:paraId="32AA15F4" w14:textId="77777777" w:rsidR="00CA6799" w:rsidRPr="005E1464" w:rsidRDefault="00CA6799" w:rsidP="008D1299">
      <w:pPr>
        <w:spacing w:after="0" w:line="259" w:lineRule="auto"/>
        <w:ind w:left="38"/>
        <w:jc w:val="center"/>
        <w:rPr>
          <w:rFonts w:cstheme="minorHAnsi"/>
        </w:rPr>
      </w:pPr>
    </w:p>
    <w:p w14:paraId="046A428E" w14:textId="77777777" w:rsidR="008D1299" w:rsidRPr="005E1464" w:rsidRDefault="008D1299" w:rsidP="008D1299">
      <w:pPr>
        <w:spacing w:after="0" w:line="259" w:lineRule="auto"/>
        <w:ind w:left="17"/>
        <w:jc w:val="center"/>
        <w:rPr>
          <w:rFonts w:cstheme="minorHAnsi"/>
          <w:sz w:val="8"/>
        </w:rPr>
      </w:pPr>
    </w:p>
    <w:tbl>
      <w:tblPr>
        <w:tblStyle w:val="TableGrid"/>
        <w:tblW w:w="9596" w:type="dxa"/>
        <w:tblInd w:w="322" w:type="dxa"/>
        <w:tblCellMar>
          <w:top w:w="46" w:type="dxa"/>
          <w:left w:w="108" w:type="dxa"/>
          <w:bottom w:w="8" w:type="dxa"/>
          <w:right w:w="115" w:type="dxa"/>
        </w:tblCellMar>
        <w:tblLook w:val="04A0" w:firstRow="1" w:lastRow="0" w:firstColumn="1" w:lastColumn="0" w:noHBand="0" w:noVBand="1"/>
      </w:tblPr>
      <w:tblGrid>
        <w:gridCol w:w="5208"/>
        <w:gridCol w:w="4388"/>
      </w:tblGrid>
      <w:tr w:rsidR="008D1299" w:rsidRPr="005E1464" w14:paraId="6DF223A6" w14:textId="77777777" w:rsidTr="00E261AE">
        <w:trPr>
          <w:trHeight w:val="649"/>
        </w:trPr>
        <w:tc>
          <w:tcPr>
            <w:tcW w:w="9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7B87FC8D" w14:textId="77777777" w:rsidR="008D1299" w:rsidRPr="00CA6799" w:rsidRDefault="008D1299" w:rsidP="00E261AE">
            <w:pPr>
              <w:spacing w:line="259" w:lineRule="auto"/>
              <w:ind w:left="4"/>
              <w:jc w:val="center"/>
              <w:rPr>
                <w:rStyle w:val="Odwoanieintensywne"/>
                <w:lang w:val="pl-PL"/>
              </w:rPr>
            </w:pPr>
            <w:r w:rsidRPr="00CA6799">
              <w:rPr>
                <w:rStyle w:val="Odwoanieintensywne"/>
                <w:lang w:val="pl-PL"/>
              </w:rPr>
              <w:t>STATUS OSOBY (UCZNIA/UCZENNICY) Z CHWILĄ PRZYSTĄPIENIA DO PROJEKTU</w:t>
            </w:r>
          </w:p>
          <w:p w14:paraId="2AF0AB8E" w14:textId="77777777" w:rsidR="008D1299" w:rsidRPr="005E1464" w:rsidRDefault="008D1299" w:rsidP="00E261AE">
            <w:pPr>
              <w:spacing w:line="259" w:lineRule="auto"/>
              <w:ind w:left="1"/>
              <w:jc w:val="center"/>
              <w:rPr>
                <w:rFonts w:cstheme="minorHAnsi"/>
                <w:lang w:val="pl-PL"/>
              </w:rPr>
            </w:pPr>
            <w:r w:rsidRPr="00CA6799">
              <w:rPr>
                <w:rStyle w:val="Odwoanieintensywne"/>
                <w:lang w:val="pl-PL"/>
              </w:rPr>
              <w:t>(należy odnieść się do każdego punktu)</w:t>
            </w: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</w:tr>
      <w:tr w:rsidR="008D1299" w:rsidRPr="005E1464" w14:paraId="01A217B0" w14:textId="77777777" w:rsidTr="00E261AE">
        <w:trPr>
          <w:trHeight w:val="472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D4E98ED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Osoba obcego pochodzenia</w:t>
            </w:r>
            <w:r>
              <w:rPr>
                <w:rFonts w:cstheme="minorHAnsi"/>
                <w:lang w:val="pl-PL"/>
              </w:rPr>
              <w:t xml:space="preserve"> </w:t>
            </w:r>
            <w:r>
              <w:rPr>
                <w:rFonts w:cstheme="minorHAnsi"/>
                <w:lang w:val="pl-PL"/>
              </w:rPr>
              <w:br/>
              <w:t>(obywatel innego państwa członkowskiego UE)</w:t>
            </w: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DC597" w14:textId="77777777" w:rsidR="008D1299" w:rsidRPr="005E1464" w:rsidRDefault="00D62494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996109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 </w:t>
            </w:r>
            <w:sdt>
              <w:sdtPr>
                <w:rPr>
                  <w:rFonts w:cstheme="minorHAnsi"/>
                </w:rPr>
                <w:id w:val="26781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</w:t>
            </w:r>
          </w:p>
        </w:tc>
      </w:tr>
      <w:tr w:rsidR="008D1299" w:rsidRPr="005E1464" w14:paraId="4DD2E045" w14:textId="77777777" w:rsidTr="00E261AE">
        <w:trPr>
          <w:trHeight w:val="472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27368A5" w14:textId="77777777" w:rsidR="008D1299" w:rsidRPr="005E1464" w:rsidRDefault="008D1299" w:rsidP="00E261AE">
            <w:pPr>
              <w:spacing w:line="251" w:lineRule="auto"/>
              <w:ind w:left="286" w:right="269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Osoba z państwa trzeciego</w:t>
            </w:r>
            <w:r>
              <w:rPr>
                <w:rFonts w:cstheme="minorHAnsi"/>
                <w:lang w:val="pl-PL"/>
              </w:rPr>
              <w:t xml:space="preserve"> </w:t>
            </w:r>
            <w:r>
              <w:rPr>
                <w:rFonts w:cstheme="minorHAnsi"/>
                <w:lang w:val="pl-PL"/>
              </w:rPr>
              <w:br/>
              <w:t>(</w:t>
            </w:r>
            <w:r w:rsidRPr="005E1464">
              <w:rPr>
                <w:rFonts w:cstheme="minorHAnsi"/>
                <w:sz w:val="17"/>
                <w:lang w:val="pl-PL"/>
              </w:rPr>
              <w:t>obywatel państwa trzeciego – osoba, która nie jest obywatelem państwa członkowskiego Unii Europejskiej, w tym bezpaństwowiec w rozumieniu Konwencji o statusie bezpaństwowców z dnia 28 sierpnia 1954 r. i osoba bez ustalonego obywatelstwa</w:t>
            </w:r>
            <w:r>
              <w:rPr>
                <w:rFonts w:cstheme="minorHAnsi"/>
                <w:sz w:val="17"/>
                <w:lang w:val="pl-PL"/>
              </w:rPr>
              <w:t>)</w:t>
            </w:r>
            <w:r w:rsidRPr="005E1464">
              <w:rPr>
                <w:rFonts w:cstheme="minorHAnsi"/>
                <w:sz w:val="17"/>
                <w:lang w:val="pl-PL"/>
              </w:rPr>
              <w:t xml:space="preserve"> </w:t>
            </w:r>
          </w:p>
          <w:p w14:paraId="60825423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2B1FD" w14:textId="77777777" w:rsidR="008D1299" w:rsidRPr="005E1464" w:rsidRDefault="00D62494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2022900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</w:t>
            </w:r>
            <w:sdt>
              <w:sdtPr>
                <w:rPr>
                  <w:rFonts w:cstheme="minorHAnsi"/>
                </w:rPr>
                <w:id w:val="241152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</w:t>
            </w:r>
          </w:p>
        </w:tc>
      </w:tr>
      <w:tr w:rsidR="008D1299" w:rsidRPr="005E1464" w14:paraId="0B52E825" w14:textId="77777777" w:rsidTr="00E261AE">
        <w:trPr>
          <w:trHeight w:val="595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DF29B19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Osoba należąca do mniejszości narodowej lub etnicznej (w tym społeczności marginalizowanej)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4EB5E" w14:textId="77777777" w:rsidR="008D1299" w:rsidRPr="005E1464" w:rsidRDefault="00D62494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205910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 </w:t>
            </w:r>
            <w:sdt>
              <w:sdtPr>
                <w:rPr>
                  <w:rFonts w:cstheme="minorHAnsi"/>
                </w:rPr>
                <w:id w:val="1686162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</w:t>
            </w:r>
            <w:sdt>
              <w:sdtPr>
                <w:rPr>
                  <w:rFonts w:cstheme="minorHAnsi"/>
                </w:rPr>
                <w:id w:val="-1424866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Odmowa </w:t>
            </w:r>
          </w:p>
          <w:p w14:paraId="3C365475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                                           odpowiedzi </w:t>
            </w:r>
          </w:p>
        </w:tc>
      </w:tr>
      <w:tr w:rsidR="008D1299" w:rsidRPr="005E1464" w14:paraId="1C700030" w14:textId="77777777" w:rsidTr="00E261AE">
        <w:trPr>
          <w:trHeight w:val="449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A08C8A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Osoba bezdomna 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C4D58" w14:textId="77777777" w:rsidR="008D1299" w:rsidRPr="005E1464" w:rsidRDefault="00D62494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1740090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</w:t>
            </w:r>
            <w:sdt>
              <w:sdtPr>
                <w:rPr>
                  <w:rFonts w:cstheme="minorHAnsi"/>
                </w:rPr>
                <w:id w:val="-984854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</w:t>
            </w:r>
          </w:p>
        </w:tc>
      </w:tr>
      <w:tr w:rsidR="008D1299" w:rsidRPr="005E1464" w14:paraId="2A4A70DB" w14:textId="77777777" w:rsidTr="00E261AE">
        <w:trPr>
          <w:trHeight w:val="590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FC3F567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Osoba z niepełnosprawnością 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A1A3A" w14:textId="77777777" w:rsidR="008D1299" w:rsidRPr="005E1464" w:rsidRDefault="00D62494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1293517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</w:t>
            </w:r>
            <w:sdt>
              <w:sdtPr>
                <w:rPr>
                  <w:rFonts w:cstheme="minorHAnsi"/>
                </w:rPr>
                <w:id w:val="883764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 </w:t>
            </w:r>
            <w:sdt>
              <w:sdtPr>
                <w:rPr>
                  <w:rFonts w:cstheme="minorHAnsi"/>
                </w:rPr>
                <w:id w:val="557747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Odmowa </w:t>
            </w:r>
          </w:p>
          <w:p w14:paraId="77BD0A8B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                                           odpowiedzi </w:t>
            </w:r>
          </w:p>
        </w:tc>
      </w:tr>
      <w:tr w:rsidR="008D1299" w:rsidRPr="005E1464" w14:paraId="7CEC5F2B" w14:textId="77777777" w:rsidTr="00E261AE">
        <w:trPr>
          <w:trHeight w:val="568"/>
        </w:trPr>
        <w:tc>
          <w:tcPr>
            <w:tcW w:w="9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4D84CDE" w14:textId="77777777" w:rsidR="008D1299" w:rsidRPr="005E1464" w:rsidRDefault="008D1299" w:rsidP="00E261AE">
            <w:pPr>
              <w:spacing w:after="36" w:line="259" w:lineRule="auto"/>
              <w:ind w:left="3"/>
              <w:jc w:val="center"/>
              <w:rPr>
                <w:rFonts w:cstheme="minorHAnsi"/>
                <w:b/>
                <w:szCs w:val="20"/>
                <w:lang w:val="pl-PL"/>
              </w:rPr>
            </w:pPr>
          </w:p>
          <w:p w14:paraId="790982D0" w14:textId="77777777" w:rsidR="008D1299" w:rsidRPr="00CA6799" w:rsidRDefault="008D1299" w:rsidP="00E261AE">
            <w:pPr>
              <w:spacing w:after="36" w:line="259" w:lineRule="auto"/>
              <w:ind w:left="3"/>
              <w:jc w:val="center"/>
              <w:rPr>
                <w:rStyle w:val="Odwoanieintensywne"/>
              </w:rPr>
            </w:pPr>
            <w:r w:rsidRPr="00CA6799">
              <w:rPr>
                <w:rStyle w:val="Odwoanieintensywne"/>
              </w:rPr>
              <w:t>KRYTERIA DOSTĘPU (PIERWSZEŃSTWA) UDZIAŁU W ZAJĘCIACH</w:t>
            </w:r>
          </w:p>
        </w:tc>
      </w:tr>
      <w:tr w:rsidR="008D1299" w:rsidRPr="005E1464" w14:paraId="5F0DF155" w14:textId="77777777" w:rsidTr="00E261AE">
        <w:trPr>
          <w:trHeight w:val="816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30BED55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Uczeń posiada opinię/orzeczenie z Poradni Psychologiczno-Pedagogicznej o specjalnych potrzebach rozwojowych/edukacyjnych (jeśli tak, należy dołączyć kopię orzeczenia / opinii)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CA155" w14:textId="6009AC69" w:rsidR="008D1299" w:rsidRPr="005E1464" w:rsidRDefault="00D62494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1158425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2C93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</w:t>
            </w:r>
            <w:sdt>
              <w:sdtPr>
                <w:rPr>
                  <w:rFonts w:cstheme="minorHAnsi"/>
                </w:rPr>
                <w:id w:val="-404605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 </w:t>
            </w:r>
            <w:sdt>
              <w:sdtPr>
                <w:rPr>
                  <w:rFonts w:cstheme="minorHAnsi"/>
                </w:rPr>
                <w:id w:val="1338502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Odmowa </w:t>
            </w:r>
          </w:p>
          <w:p w14:paraId="52E61058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                                           odpowiedzi</w:t>
            </w:r>
          </w:p>
        </w:tc>
      </w:tr>
      <w:tr w:rsidR="008D1299" w:rsidRPr="005E1464" w14:paraId="7042BCA6" w14:textId="77777777" w:rsidTr="00E261AE">
        <w:trPr>
          <w:trHeight w:val="816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4F04344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Osoba z niepełnosprawnościami</w:t>
            </w:r>
          </w:p>
          <w:p w14:paraId="00514513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(jeśli tak, należy dołączyć kopię orzeczenia)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39450" w14:textId="343C5978" w:rsidR="008D1299" w:rsidRPr="005E1464" w:rsidRDefault="00D62494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1398245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2C93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</w:t>
            </w:r>
            <w:sdt>
              <w:sdtPr>
                <w:rPr>
                  <w:rFonts w:cstheme="minorHAnsi"/>
                </w:rPr>
                <w:id w:val="-370308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</w:t>
            </w:r>
            <w:sdt>
              <w:sdtPr>
                <w:rPr>
                  <w:rFonts w:cstheme="minorHAnsi"/>
                </w:rPr>
                <w:id w:val="-1332756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Odmowa   </w:t>
            </w:r>
          </w:p>
          <w:p w14:paraId="77ED938F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                                           odpowiedzi</w:t>
            </w:r>
          </w:p>
        </w:tc>
      </w:tr>
      <w:tr w:rsidR="008D1299" w:rsidRPr="005E1464" w14:paraId="01DA54C5" w14:textId="77777777" w:rsidTr="00E261AE">
        <w:trPr>
          <w:trHeight w:val="816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B4C1521" w14:textId="7DC9DB3D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Uczniowie z rodzin wielodzietnych, niepełnych lub w trudnej </w:t>
            </w:r>
            <w:r w:rsidR="00372C93" w:rsidRPr="005E1464">
              <w:rPr>
                <w:rFonts w:cstheme="minorHAnsi"/>
                <w:lang w:val="pl-PL"/>
              </w:rPr>
              <w:t>sytuacji</w:t>
            </w:r>
            <w:r w:rsidRPr="005E1464">
              <w:rPr>
                <w:rFonts w:cstheme="minorHAnsi"/>
                <w:lang w:val="pl-PL"/>
              </w:rPr>
              <w:t xml:space="preserve"> społeczno – ekonomicznej 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37153" w14:textId="77777777" w:rsidR="008D1299" w:rsidRPr="005E1464" w:rsidRDefault="00D62494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2133478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 </w:t>
            </w:r>
            <w:sdt>
              <w:sdtPr>
                <w:rPr>
                  <w:rFonts w:cstheme="minorHAnsi"/>
                </w:rPr>
                <w:id w:val="1844819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 </w:t>
            </w:r>
            <w:sdt>
              <w:sdtPr>
                <w:rPr>
                  <w:rFonts w:cstheme="minorHAnsi"/>
                </w:rPr>
                <w:id w:val="-240718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Odmowa </w:t>
            </w:r>
          </w:p>
          <w:p w14:paraId="0AAF4AEE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                                          odpowiedzi</w:t>
            </w:r>
          </w:p>
        </w:tc>
      </w:tr>
      <w:tr w:rsidR="008D1299" w:rsidRPr="005E1464" w14:paraId="1DFB0A9E" w14:textId="77777777" w:rsidTr="00E261AE">
        <w:trPr>
          <w:trHeight w:val="664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FF2C7E8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</w:p>
          <w:p w14:paraId="0FEBEDEC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Uczniowie z terenów wiejskich</w:t>
            </w:r>
          </w:p>
          <w:p w14:paraId="69132AA8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sz w:val="24"/>
                <w:szCs w:val="24"/>
                <w:lang w:val="pl-PL"/>
              </w:rPr>
            </w:pP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86A84" w14:textId="77777777" w:rsidR="008D1299" w:rsidRPr="005E1464" w:rsidRDefault="00D62494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479199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 </w:t>
            </w:r>
            <w:sdt>
              <w:sdtPr>
                <w:rPr>
                  <w:rFonts w:cstheme="minorHAnsi"/>
                </w:rPr>
                <w:id w:val="-1658760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 </w:t>
            </w:r>
          </w:p>
        </w:tc>
      </w:tr>
      <w:tr w:rsidR="008D1299" w:rsidRPr="005E1464" w14:paraId="59888872" w14:textId="77777777" w:rsidTr="00E261AE">
        <w:trPr>
          <w:trHeight w:val="664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2D31FDF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lastRenderedPageBreak/>
              <w:t>Informacja czy uczeń wymaga wsparcia psychologiczno-pedagogicznego lub terapeutycznego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A8B00" w14:textId="77777777" w:rsidR="008D1299" w:rsidRPr="005E1464" w:rsidRDefault="00D62494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2078001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 </w:t>
            </w:r>
            <w:sdt>
              <w:sdtPr>
                <w:rPr>
                  <w:rFonts w:cstheme="minorHAnsi"/>
                </w:rPr>
                <w:id w:val="498545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</w:t>
            </w:r>
            <w:sdt>
              <w:sdtPr>
                <w:rPr>
                  <w:rFonts w:cstheme="minorHAnsi"/>
                </w:rPr>
                <w:id w:val="-1371606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Odmowa </w:t>
            </w:r>
          </w:p>
          <w:p w14:paraId="5033426F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 xml:space="preserve">                                             odpowiedzi</w:t>
            </w:r>
          </w:p>
        </w:tc>
      </w:tr>
    </w:tbl>
    <w:p w14:paraId="65E75B5F" w14:textId="77777777" w:rsidR="008D1299" w:rsidRPr="005E1464" w:rsidRDefault="008D1299" w:rsidP="008D1299">
      <w:pPr>
        <w:spacing w:after="0" w:line="251" w:lineRule="auto"/>
        <w:ind w:left="286" w:right="269"/>
        <w:rPr>
          <w:rFonts w:cstheme="minorHAnsi"/>
        </w:rPr>
      </w:pPr>
      <w:r w:rsidRPr="005E1464">
        <w:rPr>
          <w:rFonts w:cstheme="minorHAnsi"/>
          <w:sz w:val="17"/>
        </w:rPr>
        <w:t xml:space="preserve"> </w:t>
      </w:r>
    </w:p>
    <w:tbl>
      <w:tblPr>
        <w:tblStyle w:val="TableGrid"/>
        <w:tblW w:w="9596" w:type="dxa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46" w:type="dxa"/>
          <w:left w:w="108" w:type="dxa"/>
          <w:bottom w:w="8" w:type="dxa"/>
          <w:right w:w="115" w:type="dxa"/>
        </w:tblCellMar>
        <w:tblLook w:val="04A0" w:firstRow="1" w:lastRow="0" w:firstColumn="1" w:lastColumn="0" w:noHBand="0" w:noVBand="1"/>
      </w:tblPr>
      <w:tblGrid>
        <w:gridCol w:w="1841"/>
        <w:gridCol w:w="2863"/>
        <w:gridCol w:w="4892"/>
      </w:tblGrid>
      <w:tr w:rsidR="008D1299" w:rsidRPr="005E1464" w14:paraId="3BD4F306" w14:textId="77777777" w:rsidTr="00E261AE">
        <w:trPr>
          <w:trHeight w:val="554"/>
        </w:trPr>
        <w:tc>
          <w:tcPr>
            <w:tcW w:w="9596" w:type="dxa"/>
            <w:gridSpan w:val="3"/>
            <w:shd w:val="clear" w:color="auto" w:fill="D9D9D9"/>
          </w:tcPr>
          <w:p w14:paraId="77A9432B" w14:textId="77777777" w:rsidR="008D1299" w:rsidRPr="005E1464" w:rsidRDefault="008D1299" w:rsidP="00E261AE">
            <w:pPr>
              <w:spacing w:line="259" w:lineRule="auto"/>
              <w:jc w:val="center"/>
              <w:rPr>
                <w:rFonts w:cstheme="minorHAnsi"/>
                <w:b/>
                <w:lang w:val="pl-PL"/>
              </w:rPr>
            </w:pPr>
          </w:p>
          <w:p w14:paraId="3382CBE6" w14:textId="77777777" w:rsidR="008D1299" w:rsidRPr="00CA6799" w:rsidRDefault="008D1299" w:rsidP="00E261AE">
            <w:pPr>
              <w:spacing w:line="259" w:lineRule="auto"/>
              <w:jc w:val="center"/>
              <w:rPr>
                <w:rStyle w:val="Odwoanieintensywne"/>
              </w:rPr>
            </w:pPr>
            <w:r w:rsidRPr="00CA6799">
              <w:rPr>
                <w:rStyle w:val="Odwoanieintensywne"/>
              </w:rPr>
              <w:t>INFORMACJA DOTYCZĄCA SZCZEGÓŁOWYCH   POTRZEB W ZAKRESIE WYŻYWIENIA I INNYCH</w:t>
            </w:r>
          </w:p>
        </w:tc>
      </w:tr>
      <w:tr w:rsidR="008D1299" w:rsidRPr="005E1464" w14:paraId="43B86B74" w14:textId="77777777" w:rsidTr="00E261AE">
        <w:trPr>
          <w:trHeight w:val="816"/>
        </w:trPr>
        <w:tc>
          <w:tcPr>
            <w:tcW w:w="1841" w:type="dxa"/>
            <w:vMerge w:val="restart"/>
            <w:shd w:val="clear" w:color="auto" w:fill="D9D9D9"/>
          </w:tcPr>
          <w:p w14:paraId="737BF70E" w14:textId="77777777" w:rsidR="008D1299" w:rsidRPr="005E1464" w:rsidRDefault="008D1299" w:rsidP="00E261AE">
            <w:pPr>
              <w:spacing w:line="259" w:lineRule="auto"/>
              <w:ind w:left="3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Proszę zaznaczyć usługę, której potrzebuje uczeń zgłaszany do projektu</w:t>
            </w:r>
          </w:p>
        </w:tc>
        <w:tc>
          <w:tcPr>
            <w:tcW w:w="2863" w:type="dxa"/>
            <w:shd w:val="clear" w:color="auto" w:fill="D9D9D9"/>
          </w:tcPr>
          <w:p w14:paraId="75C1D808" w14:textId="77777777" w:rsidR="008D1299" w:rsidRPr="005E1464" w:rsidRDefault="008D1299" w:rsidP="008D1299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Szczególne potrzeby w zakresie wyżywienia</w:t>
            </w:r>
          </w:p>
        </w:tc>
        <w:tc>
          <w:tcPr>
            <w:tcW w:w="4892" w:type="dxa"/>
            <w:vAlign w:val="center"/>
          </w:tcPr>
          <w:p w14:paraId="2889A62A" w14:textId="77777777" w:rsidR="008D1299" w:rsidRPr="005E1464" w:rsidRDefault="00D62494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912694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 </w:t>
            </w:r>
            <w:sdt>
              <w:sdtPr>
                <w:rPr>
                  <w:rFonts w:cstheme="minorHAnsi"/>
                </w:rPr>
                <w:id w:val="-2114042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 </w:t>
            </w:r>
          </w:p>
        </w:tc>
      </w:tr>
      <w:tr w:rsidR="008D1299" w:rsidRPr="005E1464" w14:paraId="43C38578" w14:textId="77777777" w:rsidTr="00E261AE">
        <w:trPr>
          <w:trHeight w:val="620"/>
        </w:trPr>
        <w:tc>
          <w:tcPr>
            <w:tcW w:w="1841" w:type="dxa"/>
            <w:vMerge/>
            <w:shd w:val="clear" w:color="auto" w:fill="D9D9D9"/>
            <w:vAlign w:val="center"/>
          </w:tcPr>
          <w:p w14:paraId="14FF24F3" w14:textId="77777777" w:rsidR="008D1299" w:rsidRPr="005E1464" w:rsidRDefault="008D1299" w:rsidP="00E261AE">
            <w:pPr>
              <w:spacing w:line="259" w:lineRule="auto"/>
              <w:ind w:left="3"/>
              <w:jc w:val="center"/>
              <w:rPr>
                <w:rFonts w:cstheme="minorHAnsi"/>
                <w:lang w:val="pl-PL"/>
              </w:rPr>
            </w:pPr>
          </w:p>
        </w:tc>
        <w:tc>
          <w:tcPr>
            <w:tcW w:w="2863" w:type="dxa"/>
            <w:shd w:val="clear" w:color="auto" w:fill="D9D9D9"/>
          </w:tcPr>
          <w:p w14:paraId="1B392FA8" w14:textId="77777777" w:rsidR="008D1299" w:rsidRPr="005E1464" w:rsidRDefault="008D1299" w:rsidP="008D1299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cstheme="minorHAnsi"/>
                <w:szCs w:val="20"/>
                <w:lang w:val="pl-PL"/>
              </w:rPr>
            </w:pPr>
            <w:r w:rsidRPr="005E1464">
              <w:rPr>
                <w:rFonts w:cstheme="minorHAnsi"/>
                <w:szCs w:val="20"/>
                <w:lang w:val="pl-PL"/>
              </w:rPr>
              <w:t>Inne (szczególne preferencje, potrzeby)</w:t>
            </w:r>
          </w:p>
        </w:tc>
        <w:tc>
          <w:tcPr>
            <w:tcW w:w="4892" w:type="dxa"/>
            <w:vAlign w:val="center"/>
          </w:tcPr>
          <w:p w14:paraId="7BE60E67" w14:textId="77777777" w:rsidR="008D1299" w:rsidRPr="005E1464" w:rsidRDefault="00D62494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</w:rPr>
                <w:id w:val="-1088148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Tak         </w:t>
            </w:r>
            <w:sdt>
              <w:sdtPr>
                <w:rPr>
                  <w:rFonts w:cstheme="minorHAnsi"/>
                </w:rPr>
                <w:id w:val="958762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299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D1299" w:rsidRPr="005E1464">
              <w:rPr>
                <w:rFonts w:cstheme="minorHAnsi"/>
                <w:lang w:val="pl-PL"/>
              </w:rPr>
              <w:t xml:space="preserve"> Nie            </w:t>
            </w:r>
          </w:p>
        </w:tc>
      </w:tr>
      <w:tr w:rsidR="008D1299" w:rsidRPr="005E1464" w14:paraId="671DD930" w14:textId="77777777" w:rsidTr="00E261AE">
        <w:trPr>
          <w:trHeight w:val="816"/>
        </w:trPr>
        <w:tc>
          <w:tcPr>
            <w:tcW w:w="4704" w:type="dxa"/>
            <w:gridSpan w:val="2"/>
            <w:shd w:val="clear" w:color="auto" w:fill="D9D9D9"/>
            <w:vAlign w:val="center"/>
          </w:tcPr>
          <w:p w14:paraId="3EE436C4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Jeśli w pkt 1 zaznaczono Tak, proszę wymienić potrzeby w zakresie wyżywienia</w:t>
            </w:r>
          </w:p>
        </w:tc>
        <w:tc>
          <w:tcPr>
            <w:tcW w:w="4892" w:type="dxa"/>
            <w:vAlign w:val="center"/>
          </w:tcPr>
          <w:p w14:paraId="5415E5CD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</w:p>
        </w:tc>
      </w:tr>
      <w:tr w:rsidR="008D1299" w:rsidRPr="005E1464" w14:paraId="18540773" w14:textId="77777777" w:rsidTr="00E261AE">
        <w:trPr>
          <w:trHeight w:val="816"/>
        </w:trPr>
        <w:tc>
          <w:tcPr>
            <w:tcW w:w="4704" w:type="dxa"/>
            <w:gridSpan w:val="2"/>
            <w:shd w:val="clear" w:color="auto" w:fill="D9D9D9"/>
            <w:vAlign w:val="center"/>
          </w:tcPr>
          <w:p w14:paraId="7F21FFF8" w14:textId="77777777" w:rsidR="008D1299" w:rsidRPr="005E1464" w:rsidRDefault="008D1299" w:rsidP="00E261AE">
            <w:pPr>
              <w:spacing w:line="259" w:lineRule="auto"/>
              <w:rPr>
                <w:rFonts w:cstheme="minorHAnsi"/>
                <w:lang w:val="pl-PL"/>
              </w:rPr>
            </w:pPr>
            <w:r w:rsidRPr="005E1464">
              <w:rPr>
                <w:rFonts w:cstheme="minorHAnsi"/>
                <w:lang w:val="pl-PL"/>
              </w:rPr>
              <w:t>Jeśli w pkt 2 zaznaczono tak, proszę wymienić potrzeby:</w:t>
            </w:r>
          </w:p>
        </w:tc>
        <w:tc>
          <w:tcPr>
            <w:tcW w:w="4892" w:type="dxa"/>
            <w:vAlign w:val="center"/>
          </w:tcPr>
          <w:p w14:paraId="5665BEC2" w14:textId="77777777" w:rsidR="008D1299" w:rsidRPr="005E1464" w:rsidRDefault="008D1299" w:rsidP="00E261AE">
            <w:pPr>
              <w:spacing w:line="259" w:lineRule="auto"/>
              <w:ind w:left="2"/>
              <w:rPr>
                <w:rFonts w:cstheme="minorHAnsi"/>
                <w:lang w:val="pl-PL"/>
              </w:rPr>
            </w:pPr>
          </w:p>
        </w:tc>
      </w:tr>
    </w:tbl>
    <w:p w14:paraId="6AAE7AA0" w14:textId="77777777" w:rsidR="008D1299" w:rsidRPr="005E1464" w:rsidRDefault="008D1299" w:rsidP="008D1299">
      <w:pPr>
        <w:spacing w:after="189" w:line="259" w:lineRule="auto"/>
        <w:ind w:left="434" w:right="427"/>
        <w:jc w:val="center"/>
        <w:rPr>
          <w:rFonts w:cstheme="minorHAnsi"/>
        </w:rPr>
      </w:pPr>
    </w:p>
    <w:p w14:paraId="42A340A3" w14:textId="3FA500CF" w:rsidR="008D1299" w:rsidRPr="005E1464" w:rsidRDefault="008D1299" w:rsidP="008D1299">
      <w:pPr>
        <w:spacing w:after="0"/>
        <w:ind w:left="434"/>
        <w:rPr>
          <w:rFonts w:cstheme="minorHAnsi"/>
        </w:rPr>
      </w:pPr>
      <w:r w:rsidRPr="005E1464">
        <w:rPr>
          <w:rFonts w:cstheme="minorHAnsi"/>
          <w:sz w:val="24"/>
        </w:rPr>
        <w:t xml:space="preserve">………………………………………………..              </w:t>
      </w:r>
      <w:r>
        <w:rPr>
          <w:rFonts w:cstheme="minorHAnsi"/>
          <w:sz w:val="24"/>
        </w:rPr>
        <w:t xml:space="preserve">                             </w:t>
      </w:r>
      <w:r w:rsidRPr="005E1464">
        <w:rPr>
          <w:rFonts w:cstheme="minorHAnsi"/>
          <w:sz w:val="24"/>
        </w:rPr>
        <w:t>……………………………..…………</w:t>
      </w:r>
    </w:p>
    <w:p w14:paraId="0BF3985E" w14:textId="235849CD" w:rsidR="008D1299" w:rsidRPr="005E1464" w:rsidRDefault="008D1299" w:rsidP="008D1299">
      <w:pPr>
        <w:tabs>
          <w:tab w:val="center" w:pos="1755"/>
          <w:tab w:val="center" w:pos="7087"/>
        </w:tabs>
        <w:rPr>
          <w:rFonts w:cstheme="minorHAnsi"/>
          <w:szCs w:val="20"/>
        </w:rPr>
      </w:pPr>
      <w:r w:rsidRPr="005E1464">
        <w:rPr>
          <w:rFonts w:eastAsia="Calibri" w:cstheme="minorHAnsi"/>
        </w:rPr>
        <w:tab/>
      </w:r>
      <w:r w:rsidRPr="005E1464">
        <w:rPr>
          <w:rFonts w:cstheme="minorHAnsi"/>
          <w:szCs w:val="20"/>
        </w:rPr>
        <w:t xml:space="preserve">                          miejscowość, data                                          czytelny podpis rodzica / opiekuna prawnego </w:t>
      </w:r>
    </w:p>
    <w:p w14:paraId="1B28F7E3" w14:textId="77777777" w:rsidR="008D1299" w:rsidRPr="005E1464" w:rsidRDefault="008D1299" w:rsidP="008D1299">
      <w:pPr>
        <w:spacing w:after="31"/>
        <w:ind w:left="427"/>
        <w:rPr>
          <w:rFonts w:cstheme="minorHAnsi"/>
        </w:rPr>
      </w:pPr>
    </w:p>
    <w:p w14:paraId="0DBA799D" w14:textId="77777777" w:rsidR="008D1299" w:rsidRPr="00CA6799" w:rsidRDefault="008D1299" w:rsidP="008D1299">
      <w:pPr>
        <w:spacing w:after="31"/>
        <w:ind w:left="427"/>
        <w:jc w:val="center"/>
        <w:rPr>
          <w:rStyle w:val="Odwoanieintensywne"/>
        </w:rPr>
      </w:pPr>
      <w:r w:rsidRPr="00CA6799">
        <w:rPr>
          <w:rStyle w:val="Odwoanieintensywne"/>
        </w:rPr>
        <w:t>OŚWIADCZENIE</w:t>
      </w:r>
    </w:p>
    <w:p w14:paraId="45D82DB6" w14:textId="77777777" w:rsidR="008D1299" w:rsidRPr="005E1464" w:rsidRDefault="008D1299" w:rsidP="008D1299">
      <w:pPr>
        <w:spacing w:after="31"/>
        <w:ind w:left="427"/>
        <w:rPr>
          <w:rFonts w:cstheme="minorHAnsi"/>
        </w:rPr>
      </w:pPr>
    </w:p>
    <w:p w14:paraId="115E895E" w14:textId="77777777" w:rsidR="008D1299" w:rsidRPr="005E1464" w:rsidRDefault="008D1299" w:rsidP="008D1299">
      <w:pPr>
        <w:spacing w:after="31"/>
        <w:ind w:left="427"/>
        <w:rPr>
          <w:rFonts w:cstheme="minorHAnsi"/>
        </w:rPr>
      </w:pPr>
    </w:p>
    <w:p w14:paraId="72C8A45A" w14:textId="77777777" w:rsidR="008D1299" w:rsidRPr="00F271D6" w:rsidRDefault="008D1299" w:rsidP="008D1299">
      <w:pPr>
        <w:spacing w:after="33"/>
        <w:ind w:left="412" w:right="413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W związku z chęcią przystąpienia mojego dziecka do projektu pn. „Akademia Zdolnego Ucznia w Gminie Międzyrzecz”, </w:t>
      </w:r>
      <w:r w:rsidRPr="00F271D6">
        <w:rPr>
          <w:rFonts w:cstheme="minorHAnsi"/>
          <w:sz w:val="24"/>
          <w:szCs w:val="24"/>
          <w:u w:val="single" w:color="000000"/>
        </w:rPr>
        <w:t>oświadczam, że:</w:t>
      </w:r>
      <w:r w:rsidRPr="00F271D6">
        <w:rPr>
          <w:rFonts w:cstheme="minorHAnsi"/>
          <w:sz w:val="24"/>
          <w:szCs w:val="24"/>
        </w:rPr>
        <w:t xml:space="preserve"> </w:t>
      </w:r>
    </w:p>
    <w:p w14:paraId="1655FC4C" w14:textId="77777777" w:rsidR="008D1299" w:rsidRPr="00F271D6" w:rsidRDefault="008D1299" w:rsidP="008D1299">
      <w:pPr>
        <w:spacing w:after="33"/>
        <w:ind w:left="412" w:right="413"/>
        <w:rPr>
          <w:rFonts w:cstheme="minorHAnsi"/>
          <w:sz w:val="24"/>
          <w:szCs w:val="24"/>
        </w:rPr>
      </w:pPr>
    </w:p>
    <w:p w14:paraId="7BBC9CCA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Jestem świadomy/a odpowiedzialności za złożenie nieprawdziwego oświadczenia lub zatajenie prawdy oświadczam, że dane zawarte w niniejszym Formularzu są zgodne ze stanem faktycznym. Jednocześnie zobowiązuję się do niezwłocznego </w:t>
      </w:r>
      <w:proofErr w:type="gramStart"/>
      <w:r w:rsidRPr="00F271D6">
        <w:rPr>
          <w:rFonts w:cstheme="minorHAnsi"/>
          <w:sz w:val="24"/>
          <w:szCs w:val="24"/>
        </w:rPr>
        <w:t>informowania  Koorynatora</w:t>
      </w:r>
      <w:proofErr w:type="gramEnd"/>
      <w:r w:rsidRPr="00F271D6">
        <w:rPr>
          <w:rFonts w:cstheme="minorHAnsi"/>
          <w:sz w:val="24"/>
          <w:szCs w:val="24"/>
        </w:rPr>
        <w:t xml:space="preserve"> szkolnego/ Szkolnego Biura Projektu o wszelkich zmianach w ww. danych.</w:t>
      </w:r>
    </w:p>
    <w:p w14:paraId="0DD7DF88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Jestem świadomy/a, że złożenie dokumentów rekrutacyjnych nie jest równoznaczne </w:t>
      </w:r>
      <w:r w:rsidRPr="00F271D6">
        <w:rPr>
          <w:rFonts w:cstheme="minorHAnsi"/>
          <w:sz w:val="24"/>
          <w:szCs w:val="24"/>
        </w:rPr>
        <w:br/>
        <w:t>z zakwalifikowaniem mojego dziecka/podopiecznego do udziału w Projekcie.</w:t>
      </w:r>
    </w:p>
    <w:p w14:paraId="2DA7187C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>Zapoznałem/am się z Regulaminem rekrutacji i uczestnictwa w Projekcie „</w:t>
      </w:r>
      <w:r w:rsidRPr="00F271D6">
        <w:rPr>
          <w:rFonts w:cstheme="minorHAnsi"/>
          <w:bCs/>
          <w:sz w:val="24"/>
          <w:szCs w:val="24"/>
        </w:rPr>
        <w:t>Akademia Zdolnego Ucznia w Gminie Międzyrzecz</w:t>
      </w:r>
      <w:r w:rsidRPr="00F271D6">
        <w:rPr>
          <w:rFonts w:cstheme="minorHAnsi"/>
          <w:sz w:val="24"/>
          <w:szCs w:val="24"/>
        </w:rPr>
        <w:t>”, akceptuję jego postanowienia i zobowiązuję się do ich przestrzegania.</w:t>
      </w:r>
    </w:p>
    <w:p w14:paraId="7E6309BC" w14:textId="77777777" w:rsidR="008D1299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>Oświadczam, że zostałem/am poinformowany/a, iż projekt współfinansowany jest ze środków Unii Europejskiej w ramach Europejskiego Funduszu Społecznego Plus.</w:t>
      </w:r>
    </w:p>
    <w:p w14:paraId="38797672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Oświadczam, iż zapoznałem/am się z Klauzulą Informacyjną stanowiącą załącznik nr 5 do Regulaminu.</w:t>
      </w:r>
    </w:p>
    <w:p w14:paraId="26C1C4B7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  </w:t>
      </w:r>
      <w:sdt>
        <w:sdtPr>
          <w:rPr>
            <w:rFonts w:cstheme="minorHAnsi"/>
            <w:sz w:val="32"/>
            <w:szCs w:val="32"/>
          </w:rPr>
          <w:id w:val="-3884202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32"/>
              <w:szCs w:val="32"/>
            </w:rPr>
            <w:t>☐</w:t>
          </w:r>
        </w:sdtContent>
      </w:sdt>
      <w:r>
        <w:rPr>
          <w:rFonts w:cstheme="minorHAnsi"/>
          <w:sz w:val="32"/>
          <w:szCs w:val="32"/>
        </w:rPr>
        <w:t xml:space="preserve"> </w:t>
      </w:r>
      <w:r w:rsidRPr="00F271D6">
        <w:rPr>
          <w:rFonts w:cstheme="minorHAnsi"/>
          <w:sz w:val="24"/>
          <w:szCs w:val="24"/>
        </w:rPr>
        <w:t xml:space="preserve">Oświadczam, iż uczeń zamieszkuje na obszarze </w:t>
      </w:r>
      <w:proofErr w:type="gramStart"/>
      <w:r w:rsidRPr="00F271D6">
        <w:rPr>
          <w:rFonts w:cstheme="minorHAnsi"/>
          <w:sz w:val="24"/>
          <w:szCs w:val="24"/>
        </w:rPr>
        <w:t>wiejskim.*</w:t>
      </w:r>
      <w:proofErr w:type="gramEnd"/>
      <w:r w:rsidRPr="00F271D6">
        <w:rPr>
          <w:rFonts w:cstheme="minorHAnsi"/>
          <w:color w:val="2E74B5" w:themeColor="accent5" w:themeShade="BF"/>
          <w:sz w:val="24"/>
          <w:szCs w:val="24"/>
        </w:rPr>
        <w:t xml:space="preserve">  </w:t>
      </w:r>
      <w:r w:rsidRPr="00F271D6">
        <w:rPr>
          <w:rFonts w:cstheme="minorHAnsi"/>
          <w:sz w:val="24"/>
          <w:szCs w:val="24"/>
        </w:rPr>
        <w:t xml:space="preserve">  </w:t>
      </w:r>
    </w:p>
    <w:p w14:paraId="72A45707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  </w:t>
      </w:r>
      <w:sdt>
        <w:sdtPr>
          <w:rPr>
            <w:rFonts w:cstheme="minorHAnsi"/>
            <w:sz w:val="32"/>
            <w:szCs w:val="32"/>
          </w:rPr>
          <w:id w:val="-1277020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71D6">
            <w:rPr>
              <w:rFonts w:ascii="MS Gothic" w:eastAsia="MS Gothic" w:hAnsi="MS Gothic" w:cstheme="minorHAnsi" w:hint="eastAsia"/>
              <w:sz w:val="32"/>
              <w:szCs w:val="32"/>
            </w:rPr>
            <w:t>☐</w:t>
          </w:r>
        </w:sdtContent>
      </w:sdt>
      <w:r w:rsidRPr="00F271D6">
        <w:rPr>
          <w:rFonts w:cstheme="minorHAnsi"/>
          <w:sz w:val="24"/>
          <w:szCs w:val="24"/>
        </w:rPr>
        <w:t xml:space="preserve"> Oświadczam, iż uczeń posiada opinię/orzeczenie z Poradni Psychologiczno-Pedagogicznej o specjalnych potrzebach rozwojowych/edukacyjnych (jeśli dotyczy należy dołączyć kopię orzeczenia/opinii). *</w:t>
      </w:r>
    </w:p>
    <w:p w14:paraId="25AB8A60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  </w:t>
      </w:r>
      <w:sdt>
        <w:sdtPr>
          <w:rPr>
            <w:rFonts w:cstheme="minorHAnsi"/>
            <w:sz w:val="32"/>
            <w:szCs w:val="32"/>
          </w:rPr>
          <w:id w:val="5871969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71D6">
            <w:rPr>
              <w:rFonts w:ascii="MS Gothic" w:eastAsia="MS Gothic" w:hAnsi="MS Gothic" w:cstheme="minorHAnsi" w:hint="eastAsia"/>
              <w:sz w:val="32"/>
              <w:szCs w:val="32"/>
            </w:rPr>
            <w:t>☐</w:t>
          </w:r>
        </w:sdtContent>
      </w:sdt>
      <w:r w:rsidRPr="00F271D6">
        <w:rPr>
          <w:rFonts w:cstheme="minorHAnsi"/>
          <w:sz w:val="24"/>
          <w:szCs w:val="24"/>
        </w:rPr>
        <w:t xml:space="preserve"> Oświadczam, że uczeń jest osobą z niepełnosprawnościami (jeśli dotyczy należy dołączyć kopię orzeczenia). *</w:t>
      </w:r>
    </w:p>
    <w:p w14:paraId="40E84ED4" w14:textId="3B10CC52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  </w:t>
      </w:r>
      <w:sdt>
        <w:sdtPr>
          <w:rPr>
            <w:rFonts w:cstheme="minorHAnsi"/>
            <w:sz w:val="32"/>
            <w:szCs w:val="32"/>
          </w:rPr>
          <w:id w:val="1010559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71D6">
            <w:rPr>
              <w:rFonts w:ascii="MS Gothic" w:eastAsia="MS Gothic" w:hAnsi="MS Gothic" w:cstheme="minorHAnsi" w:hint="eastAsia"/>
              <w:sz w:val="32"/>
              <w:szCs w:val="32"/>
            </w:rPr>
            <w:t>☐</w:t>
          </w:r>
        </w:sdtContent>
      </w:sdt>
      <w:r>
        <w:rPr>
          <w:rFonts w:cstheme="minorHAnsi"/>
          <w:sz w:val="32"/>
          <w:szCs w:val="32"/>
        </w:rPr>
        <w:t xml:space="preserve"> </w:t>
      </w:r>
      <w:r w:rsidRPr="00F271D6">
        <w:rPr>
          <w:rFonts w:cstheme="minorHAnsi"/>
          <w:sz w:val="24"/>
          <w:szCs w:val="24"/>
        </w:rPr>
        <w:t xml:space="preserve">Oświadczam, że uczeń </w:t>
      </w:r>
      <w:r w:rsidR="0035771E">
        <w:rPr>
          <w:rFonts w:cstheme="minorHAnsi"/>
          <w:sz w:val="24"/>
          <w:szCs w:val="24"/>
        </w:rPr>
        <w:t>pochodzi z rodziny</w:t>
      </w:r>
      <w:r w:rsidRPr="00F271D6">
        <w:rPr>
          <w:rFonts w:cstheme="minorHAnsi"/>
          <w:sz w:val="24"/>
          <w:szCs w:val="24"/>
        </w:rPr>
        <w:t xml:space="preserve"> wielodzietnej, niepełnej lub w trudnej sutuacji społeczno – ekonomicznej. *</w:t>
      </w:r>
    </w:p>
    <w:p w14:paraId="2B24FF92" w14:textId="77777777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  <w:u w:val="single"/>
        </w:rPr>
      </w:pPr>
      <w:r w:rsidRPr="00F271D6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32"/>
            <w:szCs w:val="32"/>
          </w:rPr>
          <w:id w:val="3401330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71D6">
            <w:rPr>
              <w:rFonts w:ascii="MS Gothic" w:eastAsia="MS Gothic" w:hAnsi="MS Gothic" w:cstheme="minorHAnsi" w:hint="eastAsia"/>
              <w:sz w:val="32"/>
              <w:szCs w:val="32"/>
            </w:rPr>
            <w:t>☐</w:t>
          </w:r>
        </w:sdtContent>
      </w:sdt>
      <w:r w:rsidRPr="00F271D6">
        <w:rPr>
          <w:rFonts w:cstheme="minorHAnsi"/>
          <w:sz w:val="24"/>
          <w:szCs w:val="24"/>
        </w:rPr>
        <w:t xml:space="preserve"> Oświadczam, że dziecko </w:t>
      </w:r>
      <w:r w:rsidRPr="00F271D6">
        <w:rPr>
          <w:rFonts w:cstheme="minorHAnsi"/>
          <w:sz w:val="24"/>
          <w:szCs w:val="24"/>
          <w:u w:val="single"/>
        </w:rPr>
        <w:t>nie korzysta z tego samego rodzaju wsparcia w innych projektach współfinansowanych przez Unię Europejską w ramach Europejskiego Funduszu Społeczego Plus.</w:t>
      </w:r>
    </w:p>
    <w:p w14:paraId="456D54BD" w14:textId="470ED52A" w:rsidR="008D1299" w:rsidRPr="00F271D6" w:rsidRDefault="008D1299" w:rsidP="0015675D">
      <w:pPr>
        <w:numPr>
          <w:ilvl w:val="0"/>
          <w:numId w:val="3"/>
        </w:numPr>
        <w:tabs>
          <w:tab w:val="num" w:pos="284"/>
        </w:tabs>
        <w:spacing w:after="80"/>
        <w:ind w:left="284" w:hanging="284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 Wyrażam zgodę na upowszechnianie wizerunku uczestnika projektu (mojego dziecka/podopiecznego) w materiałach zdjęciowych, audiowizualnych, prezentacjach tworzonych w związku z realizacją projektu zgodnie z art. 81 ust. 1 Ustawy z dnia 4 lutego 1994 roku o prawie autorskim i prawach pokrewnych (Dz. U. z 2025 r, poz. 24).</w:t>
      </w:r>
    </w:p>
    <w:p w14:paraId="0E58A231" w14:textId="77777777" w:rsidR="008D1299" w:rsidRPr="00F271D6" w:rsidRDefault="008D1299" w:rsidP="008D1299">
      <w:pPr>
        <w:spacing w:after="0"/>
        <w:ind w:left="710"/>
        <w:rPr>
          <w:rFonts w:cstheme="minorHAnsi"/>
          <w:sz w:val="24"/>
          <w:szCs w:val="24"/>
        </w:rPr>
      </w:pPr>
    </w:p>
    <w:p w14:paraId="7952E8DF" w14:textId="77777777" w:rsidR="008D1299" w:rsidRDefault="008D1299" w:rsidP="008D1299">
      <w:pPr>
        <w:spacing w:after="0"/>
        <w:ind w:left="710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 </w:t>
      </w:r>
    </w:p>
    <w:p w14:paraId="19DADF44" w14:textId="77777777" w:rsidR="00CA6799" w:rsidRDefault="00CA6799" w:rsidP="008D1299">
      <w:pPr>
        <w:spacing w:after="0"/>
        <w:ind w:left="710"/>
        <w:rPr>
          <w:rFonts w:cstheme="minorHAnsi"/>
          <w:sz w:val="24"/>
          <w:szCs w:val="24"/>
        </w:rPr>
      </w:pPr>
    </w:p>
    <w:p w14:paraId="2072F673" w14:textId="79AED818" w:rsidR="00CA6799" w:rsidRDefault="00CA6799" w:rsidP="008D1299">
      <w:pPr>
        <w:spacing w:after="0"/>
        <w:ind w:left="710"/>
        <w:rPr>
          <w:rFonts w:cstheme="minorHAnsi"/>
          <w:sz w:val="24"/>
          <w:szCs w:val="24"/>
        </w:rPr>
      </w:pPr>
    </w:p>
    <w:p w14:paraId="4C34728F" w14:textId="0FB879F5" w:rsidR="00CA6799" w:rsidRDefault="00FA0018" w:rsidP="008D1299">
      <w:pPr>
        <w:spacing w:after="0"/>
        <w:ind w:left="710"/>
        <w:rPr>
          <w:rFonts w:cstheme="minorHAnsi"/>
          <w:sz w:val="24"/>
          <w:szCs w:val="24"/>
        </w:rPr>
      </w:pPr>
      <w:r w:rsidRPr="00FA0018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D26C286" wp14:editId="46B4D974">
                <wp:simplePos x="0" y="0"/>
                <wp:positionH relativeFrom="column">
                  <wp:posOffset>123825</wp:posOffset>
                </wp:positionH>
                <wp:positionV relativeFrom="paragraph">
                  <wp:posOffset>262890</wp:posOffset>
                </wp:positionV>
                <wp:extent cx="2720975" cy="1081405"/>
                <wp:effectExtent l="0" t="0" r="3175" b="4445"/>
                <wp:wrapSquare wrapText="bothSides"/>
                <wp:docPr id="184960563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0975" cy="1081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88BBE2" w14:textId="77777777" w:rsidR="00FA0018" w:rsidRDefault="00FA0018" w:rsidP="00FA0018">
                            <w:pPr>
                              <w:spacing w:after="0"/>
                              <w:ind w:left="434"/>
                              <w:jc w:val="both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1BA7C74F" w14:textId="4D740B4C" w:rsidR="00FA0018" w:rsidRPr="00F271D6" w:rsidRDefault="00FA0018" w:rsidP="00FA0018">
                            <w:pPr>
                              <w:spacing w:after="0"/>
                              <w:jc w:val="both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F271D6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……………………………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br/>
                            </w:r>
                            <w:r w:rsidRPr="00F271D6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miejscowość, data                                     </w:t>
                            </w:r>
                          </w:p>
                          <w:p w14:paraId="43A99F15" w14:textId="0F16C344" w:rsidR="00FA0018" w:rsidRDefault="00FA001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26C28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9.75pt;margin-top:20.7pt;width:214.25pt;height:85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" stroked="f">
                <v:textbox>
                  <w:txbxContent>
                    <w:p w14:paraId="5388BBE2" w14:textId="77777777" w:rsidR="00FA0018" w:rsidRDefault="00FA0018" w:rsidP="00FA0018">
                      <w:pPr>
                        <w:spacing w:after="0"/>
                        <w:ind w:left="434"/>
                        <w:jc w:val="both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14:paraId="1BA7C74F" w14:textId="4D740B4C" w:rsidR="00FA0018" w:rsidRPr="00F271D6" w:rsidRDefault="00FA0018" w:rsidP="00FA0018">
                      <w:pPr>
                        <w:spacing w:after="0"/>
                        <w:jc w:val="both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F271D6">
                        <w:rPr>
                          <w:rFonts w:cstheme="minorHAnsi"/>
                          <w:sz w:val="24"/>
                          <w:szCs w:val="24"/>
                        </w:rPr>
                        <w:t>……………………………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br/>
                      </w:r>
                      <w:r w:rsidRPr="00F271D6">
                        <w:rPr>
                          <w:rFonts w:cstheme="minorHAnsi"/>
                          <w:sz w:val="24"/>
                          <w:szCs w:val="24"/>
                        </w:rPr>
                        <w:t xml:space="preserve">miejscowość, data                                     </w:t>
                      </w:r>
                    </w:p>
                    <w:p w14:paraId="43A99F15" w14:textId="0F16C344" w:rsidR="00FA0018" w:rsidRDefault="00FA0018"/>
                  </w:txbxContent>
                </v:textbox>
                <w10:wrap type="square"/>
              </v:shape>
            </w:pict>
          </mc:Fallback>
        </mc:AlternateContent>
      </w:r>
    </w:p>
    <w:p w14:paraId="282FE7AD" w14:textId="6DCDEAE0" w:rsidR="00CA6799" w:rsidRPr="00F271D6" w:rsidRDefault="00FA0018" w:rsidP="008D1299">
      <w:pPr>
        <w:spacing w:after="0"/>
        <w:ind w:left="710"/>
        <w:rPr>
          <w:rFonts w:cstheme="minorHAnsi"/>
          <w:sz w:val="24"/>
          <w:szCs w:val="24"/>
        </w:rPr>
      </w:pPr>
      <w:r w:rsidRPr="00FA0018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F1D9DBD" wp14:editId="63F4BE65">
                <wp:simplePos x="0" y="0"/>
                <wp:positionH relativeFrom="column">
                  <wp:posOffset>3108325</wp:posOffset>
                </wp:positionH>
                <wp:positionV relativeFrom="paragraph">
                  <wp:posOffset>49530</wp:posOffset>
                </wp:positionV>
                <wp:extent cx="2976245" cy="1082040"/>
                <wp:effectExtent l="0" t="0" r="0" b="381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6245" cy="1082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5DC8C8" w14:textId="146558B7" w:rsidR="00FA0018" w:rsidRPr="00F271D6" w:rsidRDefault="00FA0018" w:rsidP="00FA0018">
                            <w:pPr>
                              <w:tabs>
                                <w:tab w:val="center" w:pos="1755"/>
                                <w:tab w:val="center" w:pos="7087"/>
                              </w:tabs>
                              <w:jc w:val="right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br/>
                            </w:r>
                            <w:r w:rsidRPr="00F271D6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………………………………………………..  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br/>
                            </w:r>
                            <w:r w:rsidRPr="00F271D6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czytelny podpis rodzica / opiekuna prawnego </w:t>
                            </w:r>
                          </w:p>
                          <w:p w14:paraId="60405016" w14:textId="52C4C51E" w:rsidR="00FA0018" w:rsidRDefault="00FA001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D9DBD" id="_x0000_s1027" type="#_x0000_t202" style="position:absolute;left:0;text-align:left;margin-left:244.75pt;margin-top:3.9pt;width:234.35pt;height:85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" stroked="f">
                <v:textbox>
                  <w:txbxContent>
                    <w:p w14:paraId="1B5DC8C8" w14:textId="146558B7" w:rsidR="00FA0018" w:rsidRPr="00F271D6" w:rsidRDefault="00FA0018" w:rsidP="00FA0018">
                      <w:pPr>
                        <w:tabs>
                          <w:tab w:val="center" w:pos="1755"/>
                          <w:tab w:val="center" w:pos="7087"/>
                        </w:tabs>
                        <w:jc w:val="right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br/>
                      </w:r>
                      <w:r w:rsidRPr="00F271D6">
                        <w:rPr>
                          <w:rFonts w:cstheme="minorHAnsi"/>
                          <w:sz w:val="24"/>
                          <w:szCs w:val="24"/>
                        </w:rPr>
                        <w:t xml:space="preserve">………………………………………………..  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br/>
                      </w:r>
                      <w:r w:rsidRPr="00F271D6">
                        <w:rPr>
                          <w:rFonts w:cstheme="minorHAnsi"/>
                          <w:sz w:val="24"/>
                          <w:szCs w:val="24"/>
                        </w:rPr>
                        <w:t xml:space="preserve">czytelny podpis rodzica / opiekuna prawnego </w:t>
                      </w:r>
                    </w:p>
                    <w:p w14:paraId="60405016" w14:textId="52C4C51E" w:rsidR="00FA0018" w:rsidRDefault="00FA0018"/>
                  </w:txbxContent>
                </v:textbox>
                <w10:wrap type="square"/>
              </v:shape>
            </w:pict>
          </mc:Fallback>
        </mc:AlternateContent>
      </w:r>
    </w:p>
    <w:p w14:paraId="7CBCA041" w14:textId="77F87875" w:rsidR="008D1299" w:rsidRPr="00F271D6" w:rsidRDefault="008D1299" w:rsidP="008D1299">
      <w:pPr>
        <w:spacing w:after="70"/>
        <w:ind w:left="710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 </w:t>
      </w:r>
    </w:p>
    <w:p w14:paraId="1659241B" w14:textId="2F918547" w:rsidR="008D1299" w:rsidRPr="00F271D6" w:rsidRDefault="008D1299" w:rsidP="00FA0018">
      <w:pPr>
        <w:spacing w:after="0"/>
        <w:ind w:left="43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CA6799">
        <w:rPr>
          <w:rFonts w:cstheme="minorHAnsi"/>
          <w:sz w:val="24"/>
          <w:szCs w:val="24"/>
        </w:rPr>
        <w:t xml:space="preserve">                                                                                      </w:t>
      </w:r>
      <w:r>
        <w:rPr>
          <w:rFonts w:cstheme="minorHAnsi"/>
          <w:sz w:val="24"/>
          <w:szCs w:val="24"/>
        </w:rPr>
        <w:t xml:space="preserve">  </w:t>
      </w:r>
      <w:r w:rsidRPr="00F271D6">
        <w:rPr>
          <w:rFonts w:cstheme="minorHAnsi"/>
          <w:sz w:val="24"/>
          <w:szCs w:val="24"/>
        </w:rPr>
        <w:t xml:space="preserve">               </w:t>
      </w:r>
      <w:r>
        <w:rPr>
          <w:rFonts w:cstheme="minorHAnsi"/>
          <w:sz w:val="24"/>
          <w:szCs w:val="24"/>
        </w:rPr>
        <w:t xml:space="preserve">                </w:t>
      </w:r>
      <w:r w:rsidRPr="00F271D6">
        <w:rPr>
          <w:rFonts w:cstheme="minorHAnsi"/>
          <w:sz w:val="24"/>
          <w:szCs w:val="24"/>
        </w:rPr>
        <w:tab/>
      </w:r>
      <w:r w:rsidRPr="00F271D6">
        <w:rPr>
          <w:rFonts w:cstheme="minorHAnsi"/>
          <w:sz w:val="24"/>
          <w:szCs w:val="24"/>
        </w:rPr>
        <w:tab/>
      </w:r>
    </w:p>
    <w:p w14:paraId="74CAD169" w14:textId="77777777" w:rsidR="008D1299" w:rsidRPr="00F271D6" w:rsidRDefault="008D1299" w:rsidP="008D1299">
      <w:pPr>
        <w:pStyle w:val="Akapitzlist"/>
        <w:spacing w:after="189" w:line="259" w:lineRule="auto"/>
        <w:ind w:right="427"/>
        <w:rPr>
          <w:rFonts w:cstheme="minorHAnsi"/>
          <w:sz w:val="24"/>
          <w:szCs w:val="24"/>
        </w:rPr>
      </w:pPr>
      <w:r w:rsidRPr="00F271D6">
        <w:rPr>
          <w:rFonts w:cstheme="minorHAnsi"/>
          <w:sz w:val="24"/>
          <w:szCs w:val="24"/>
        </w:rPr>
        <w:t xml:space="preserve">* należy </w:t>
      </w:r>
      <w:proofErr w:type="gramStart"/>
      <w:r w:rsidRPr="00F271D6">
        <w:rPr>
          <w:rFonts w:cstheme="minorHAnsi"/>
          <w:sz w:val="24"/>
          <w:szCs w:val="24"/>
        </w:rPr>
        <w:t>zaznaczyć</w:t>
      </w:r>
      <w:proofErr w:type="gramEnd"/>
      <w:r w:rsidRPr="00F271D6">
        <w:rPr>
          <w:rFonts w:cstheme="minorHAnsi"/>
          <w:sz w:val="24"/>
          <w:szCs w:val="24"/>
        </w:rPr>
        <w:t xml:space="preserve"> jeśli dotyczy</w:t>
      </w:r>
    </w:p>
    <w:p w14:paraId="12A7FF00" w14:textId="77777777" w:rsidR="008D1299" w:rsidRPr="005E1464" w:rsidRDefault="008D1299" w:rsidP="008D1299">
      <w:pPr>
        <w:spacing w:after="189" w:line="259" w:lineRule="auto"/>
        <w:ind w:left="434" w:right="427"/>
        <w:jc w:val="center"/>
        <w:rPr>
          <w:rFonts w:cstheme="minorHAnsi"/>
        </w:rPr>
      </w:pPr>
    </w:p>
    <w:p w14:paraId="51EE6ED4" w14:textId="77777777" w:rsidR="008D1299" w:rsidRPr="005E1464" w:rsidRDefault="008D1299" w:rsidP="008D1299">
      <w:pPr>
        <w:spacing w:after="189" w:line="259" w:lineRule="auto"/>
        <w:ind w:left="434" w:right="427"/>
        <w:jc w:val="center"/>
        <w:rPr>
          <w:rFonts w:cstheme="minorHAnsi"/>
        </w:rPr>
      </w:pPr>
    </w:p>
    <w:p w14:paraId="4EE02C62" w14:textId="77777777" w:rsidR="00836AC0" w:rsidRDefault="00836AC0"/>
    <w:sectPr w:rsidR="00836AC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4B99F3" w14:textId="77777777" w:rsidR="00185709" w:rsidRDefault="00185709" w:rsidP="001E48D8">
      <w:pPr>
        <w:spacing w:after="0" w:line="240" w:lineRule="auto"/>
      </w:pPr>
      <w:r>
        <w:separator/>
      </w:r>
    </w:p>
  </w:endnote>
  <w:endnote w:type="continuationSeparator" w:id="0">
    <w:p w14:paraId="1EB8C418" w14:textId="77777777" w:rsidR="00185709" w:rsidRDefault="00185709" w:rsidP="001E4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6F043" w14:textId="77777777" w:rsidR="001E48D8" w:rsidRDefault="00935821" w:rsidP="001E48D8">
    <w:pPr>
      <w:pStyle w:val="Stopka"/>
    </w:pPr>
    <w:r>
      <w:rPr>
        <w:noProof/>
        <w:lang w:eastAsia="pl-PL"/>
      </w:rPr>
      <w:drawing>
        <wp:inline distT="0" distB="0" distL="0" distR="0" wp14:anchorId="10FF4A62" wp14:editId="1AAC93B6">
          <wp:extent cx="5760720" cy="582074"/>
          <wp:effectExtent l="0" t="0" r="0" b="8890"/>
          <wp:docPr id="387421357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7421357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820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CA5101" w14:textId="77777777" w:rsidR="00185709" w:rsidRDefault="00185709" w:rsidP="001E48D8">
      <w:pPr>
        <w:spacing w:after="0" w:line="240" w:lineRule="auto"/>
      </w:pPr>
      <w:r>
        <w:separator/>
      </w:r>
    </w:p>
  </w:footnote>
  <w:footnote w:type="continuationSeparator" w:id="0">
    <w:p w14:paraId="4E5D621B" w14:textId="77777777" w:rsidR="00185709" w:rsidRDefault="00185709" w:rsidP="001E4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7B914" w14:textId="77777777" w:rsidR="001E48D8" w:rsidRDefault="00935821" w:rsidP="001E48D8">
    <w:pPr>
      <w:pStyle w:val="Nagwek"/>
      <w:ind w:left="-567"/>
    </w:pPr>
    <w:r>
      <w:rPr>
        <w:noProof/>
      </w:rPr>
      <w:drawing>
        <wp:inline distT="0" distB="0" distL="0" distR="0" wp14:anchorId="24382843" wp14:editId="7DC2BEDD">
          <wp:extent cx="6162853" cy="664162"/>
          <wp:effectExtent l="0" t="0" r="0" b="3175"/>
          <wp:docPr id="752467156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2467156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3218" cy="665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664FD"/>
    <w:multiLevelType w:val="hybridMultilevel"/>
    <w:tmpl w:val="B254CC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65F47FD"/>
    <w:multiLevelType w:val="hybridMultilevel"/>
    <w:tmpl w:val="10DAC486"/>
    <w:lvl w:ilvl="0" w:tplc="0415000F">
      <w:start w:val="1"/>
      <w:numFmt w:val="decimal"/>
      <w:lvlText w:val="%1."/>
      <w:lvlJc w:val="left"/>
      <w:pPr>
        <w:ind w:left="712" w:hanging="360"/>
      </w:pPr>
    </w:lvl>
    <w:lvl w:ilvl="1" w:tplc="04150019" w:tentative="1">
      <w:start w:val="1"/>
      <w:numFmt w:val="lowerLetter"/>
      <w:lvlText w:val="%2."/>
      <w:lvlJc w:val="left"/>
      <w:pPr>
        <w:ind w:left="1432" w:hanging="360"/>
      </w:pPr>
    </w:lvl>
    <w:lvl w:ilvl="2" w:tplc="0415001B" w:tentative="1">
      <w:start w:val="1"/>
      <w:numFmt w:val="lowerRoman"/>
      <w:lvlText w:val="%3."/>
      <w:lvlJc w:val="right"/>
      <w:pPr>
        <w:ind w:left="2152" w:hanging="180"/>
      </w:pPr>
    </w:lvl>
    <w:lvl w:ilvl="3" w:tplc="0415000F" w:tentative="1">
      <w:start w:val="1"/>
      <w:numFmt w:val="decimal"/>
      <w:lvlText w:val="%4."/>
      <w:lvlJc w:val="left"/>
      <w:pPr>
        <w:ind w:left="2872" w:hanging="360"/>
      </w:pPr>
    </w:lvl>
    <w:lvl w:ilvl="4" w:tplc="04150019" w:tentative="1">
      <w:start w:val="1"/>
      <w:numFmt w:val="lowerLetter"/>
      <w:lvlText w:val="%5."/>
      <w:lvlJc w:val="left"/>
      <w:pPr>
        <w:ind w:left="3592" w:hanging="360"/>
      </w:pPr>
    </w:lvl>
    <w:lvl w:ilvl="5" w:tplc="0415001B" w:tentative="1">
      <w:start w:val="1"/>
      <w:numFmt w:val="lowerRoman"/>
      <w:lvlText w:val="%6."/>
      <w:lvlJc w:val="right"/>
      <w:pPr>
        <w:ind w:left="4312" w:hanging="180"/>
      </w:pPr>
    </w:lvl>
    <w:lvl w:ilvl="6" w:tplc="0415000F" w:tentative="1">
      <w:start w:val="1"/>
      <w:numFmt w:val="decimal"/>
      <w:lvlText w:val="%7."/>
      <w:lvlJc w:val="left"/>
      <w:pPr>
        <w:ind w:left="5032" w:hanging="360"/>
      </w:pPr>
    </w:lvl>
    <w:lvl w:ilvl="7" w:tplc="04150019" w:tentative="1">
      <w:start w:val="1"/>
      <w:numFmt w:val="lowerLetter"/>
      <w:lvlText w:val="%8."/>
      <w:lvlJc w:val="left"/>
      <w:pPr>
        <w:ind w:left="5752" w:hanging="360"/>
      </w:pPr>
    </w:lvl>
    <w:lvl w:ilvl="8" w:tplc="0415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" w15:restartNumberingAfterBreak="0">
    <w:nsid w:val="5EE41464"/>
    <w:multiLevelType w:val="hybridMultilevel"/>
    <w:tmpl w:val="BABAF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755380">
    <w:abstractNumId w:val="1"/>
  </w:num>
  <w:num w:numId="2" w16cid:durableId="1256597044">
    <w:abstractNumId w:val="2"/>
  </w:num>
  <w:num w:numId="3" w16cid:durableId="21029870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709"/>
    <w:rsid w:val="0013595F"/>
    <w:rsid w:val="0015675D"/>
    <w:rsid w:val="00185709"/>
    <w:rsid w:val="001E48D8"/>
    <w:rsid w:val="0035771E"/>
    <w:rsid w:val="00372C93"/>
    <w:rsid w:val="00465565"/>
    <w:rsid w:val="004A239E"/>
    <w:rsid w:val="004B0765"/>
    <w:rsid w:val="006D356D"/>
    <w:rsid w:val="0075189E"/>
    <w:rsid w:val="00836AC0"/>
    <w:rsid w:val="00871D90"/>
    <w:rsid w:val="00872C1C"/>
    <w:rsid w:val="008D1299"/>
    <w:rsid w:val="00935821"/>
    <w:rsid w:val="00BC3F68"/>
    <w:rsid w:val="00CA6799"/>
    <w:rsid w:val="00D62494"/>
    <w:rsid w:val="00E31300"/>
    <w:rsid w:val="00FA0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E3DB7B"/>
  <w15:chartTrackingRefBased/>
  <w15:docId w15:val="{8E40F423-5E0E-4DDB-82D0-B44242AE9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5709"/>
  </w:style>
  <w:style w:type="paragraph" w:styleId="Nagwek1">
    <w:name w:val="heading 1"/>
    <w:basedOn w:val="Normalny"/>
    <w:next w:val="Normalny"/>
    <w:link w:val="Nagwek1Znak"/>
    <w:uiPriority w:val="9"/>
    <w:qFormat/>
    <w:rsid w:val="001E48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E48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E48D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48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E48D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E48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E48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48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E48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E48D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E48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E48D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E48D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E48D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E48D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E48D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48D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E48D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E48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E48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48D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E48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E48D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E48D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E48D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E48D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E48D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E48D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E48D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E4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48D8"/>
  </w:style>
  <w:style w:type="paragraph" w:styleId="Stopka">
    <w:name w:val="footer"/>
    <w:basedOn w:val="Normalny"/>
    <w:link w:val="StopkaZnak"/>
    <w:uiPriority w:val="99"/>
    <w:unhideWhenUsed/>
    <w:rsid w:val="001E4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48D8"/>
  </w:style>
  <w:style w:type="table" w:customStyle="1" w:styleId="TableGrid">
    <w:name w:val="TableGrid"/>
    <w:rsid w:val="008D1299"/>
    <w:pPr>
      <w:spacing w:after="0" w:line="240" w:lineRule="auto"/>
    </w:pPr>
    <w:rPr>
      <w:rFonts w:eastAsiaTheme="minorEastAsia"/>
      <w:kern w:val="0"/>
      <w:lang w:val="de-DE" w:eastAsia="de-DE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8D1299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obolewski\Documents\Niestandardowe%20szablony%20pakietu%20Office\szablon_papier_MOF_MCZ_MON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76697A134004ED2BE62D397EA271F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043467-2150-4A2B-B782-5055CE7A32E7}"/>
      </w:docPartPr>
      <w:docPartBody>
        <w:p w:rsidR="006C3EFC" w:rsidRDefault="006C3EFC" w:rsidP="006C3EFC">
          <w:pPr>
            <w:pStyle w:val="676697A134004ED2BE62D397EA271FC6"/>
          </w:pPr>
          <w:r w:rsidRPr="008E1095">
            <w:rPr>
              <w:rStyle w:val="Tekstzastpczy"/>
            </w:rPr>
            <w:t>Wybierz element.</w:t>
          </w:r>
        </w:p>
      </w:docPartBody>
    </w:docPart>
    <w:docPart>
      <w:docPartPr>
        <w:name w:val="AF608463ECB644829DACF8B45BC97CA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054BA86-E852-4F32-99CC-0AC566AB28D5}"/>
      </w:docPartPr>
      <w:docPartBody>
        <w:p w:rsidR="006C3EFC" w:rsidRDefault="006C3EFC" w:rsidP="006C3EFC">
          <w:pPr>
            <w:pStyle w:val="AF608463ECB644829DACF8B45BC97CAD"/>
          </w:pPr>
          <w:r w:rsidRPr="008E1095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EFC"/>
    <w:rsid w:val="00465565"/>
    <w:rsid w:val="004A239E"/>
    <w:rsid w:val="004B0765"/>
    <w:rsid w:val="006C3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C3EFC"/>
    <w:rPr>
      <w:color w:val="666666"/>
    </w:rPr>
  </w:style>
  <w:style w:type="paragraph" w:customStyle="1" w:styleId="676697A134004ED2BE62D397EA271FC6">
    <w:name w:val="676697A134004ED2BE62D397EA271FC6"/>
    <w:rsid w:val="006C3EFC"/>
  </w:style>
  <w:style w:type="paragraph" w:customStyle="1" w:styleId="AF608463ECB644829DACF8B45BC97CAD">
    <w:name w:val="AF608463ECB644829DACF8B45BC97CAD"/>
    <w:rsid w:val="006C3E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szablon_papier_MOF_MCZ_MONO</Template>
  <TotalTime>18</TotalTime>
  <Pages>5</Pages>
  <Words>999</Words>
  <Characters>5997</Characters>
  <Application>Microsoft Office Word</Application>
  <DocSecurity>0</DocSecurity>
  <Lines>49</Lines>
  <Paragraphs>13</Paragraphs>
  <ScaleCrop>false</ScaleCrop>
  <Company/>
  <LinksUpToDate>false</LinksUpToDate>
  <CharactersWithSpaces>6983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dsobolewski</dc:creator>
  <cp:keywords/>
  <dc:description/>
  <cp:lastModifiedBy>Daniel Sobolewski</cp:lastModifiedBy>
  <cp:revision>11</cp:revision>
  <cp:lastPrinted>2025-10-06T10:09:00Z</cp:lastPrinted>
  <dcterms:created xsi:type="dcterms:W3CDTF">2025-10-17T06:54:00Z</dcterms:created>
  <dcterms:modified xsi:type="dcterms:W3CDTF">2025-10-20T12:29:00Z</dcterms:modified>
</cp:coreProperties>
</file>